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Nr </w:t>
      </w:r>
      <w:r w:rsidR="009C4CE0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/U/WW/</w:t>
      </w:r>
      <w:r w:rsidR="00247C07">
        <w:rPr>
          <w:rFonts w:ascii="Arial Narrow" w:hAnsi="Arial Narrow"/>
        </w:rPr>
        <w:t>2017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 w:rsidP="009C4CE0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9C4CE0">
        <w:rPr>
          <w:rFonts w:ascii="Arial Narrow" w:hAnsi="Arial Narrow"/>
        </w:rPr>
        <w:t>…</w:t>
      </w:r>
      <w:r w:rsidR="00247C07">
        <w:rPr>
          <w:rFonts w:ascii="Arial Narrow" w:hAnsi="Arial Narrow"/>
        </w:rPr>
        <w:t xml:space="preserve"> 2017r.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9C4CE0" w:rsidRDefault="009C4CE0" w:rsidP="009C4CE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Gmina Miejską Biała Podlaska w imieniu której działa </w:t>
      </w:r>
      <w:r w:rsidR="009A6DAE" w:rsidRPr="00A01018">
        <w:rPr>
          <w:rFonts w:ascii="Arial Narrow" w:hAnsi="Arial Narrow"/>
          <w:bCs/>
        </w:rPr>
        <w:t>Zakład</w:t>
      </w:r>
      <w:r>
        <w:rPr>
          <w:rFonts w:ascii="Arial Narrow" w:hAnsi="Arial Narrow"/>
          <w:bCs/>
        </w:rPr>
        <w:t xml:space="preserve"> </w:t>
      </w:r>
      <w:r w:rsidR="009A6DAE" w:rsidRPr="00A01018">
        <w:rPr>
          <w:rFonts w:ascii="Arial Narrow" w:hAnsi="Arial Narrow"/>
          <w:bCs/>
        </w:rPr>
        <w:t>Gospodarki Lokalowej Spółk</w:t>
      </w:r>
      <w:r>
        <w:rPr>
          <w:rFonts w:ascii="Arial Narrow" w:hAnsi="Arial Narrow"/>
          <w:bCs/>
        </w:rPr>
        <w:t>a</w:t>
      </w:r>
      <w:r w:rsidR="009A6DAE" w:rsidRPr="00A01018">
        <w:rPr>
          <w:rFonts w:ascii="Arial Narrow" w:hAnsi="Arial Narrow"/>
          <w:bCs/>
        </w:rPr>
        <w:t xml:space="preserve"> </w:t>
      </w:r>
    </w:p>
    <w:p w:rsidR="009C4CE0" w:rsidRDefault="009A6DAE" w:rsidP="009C4CE0">
      <w:pPr>
        <w:jc w:val="both"/>
        <w:rPr>
          <w:rFonts w:ascii="Arial Narrow" w:hAnsi="Arial Narrow"/>
          <w:bCs/>
        </w:rPr>
      </w:pPr>
      <w:r w:rsidRPr="00A01018">
        <w:rPr>
          <w:rFonts w:ascii="Arial Narrow" w:hAnsi="Arial Narrow"/>
          <w:bCs/>
        </w:rPr>
        <w:t>z ograniczoną odpowiedzialnością ul. Żeromskiego 5</w:t>
      </w:r>
      <w:r w:rsidR="009C4CE0">
        <w:rPr>
          <w:rFonts w:ascii="Arial Narrow" w:hAnsi="Arial Narrow"/>
          <w:bCs/>
        </w:rPr>
        <w:t xml:space="preserve"> </w:t>
      </w:r>
      <w:r w:rsidRPr="00A01018">
        <w:rPr>
          <w:rFonts w:ascii="Arial Narrow" w:hAnsi="Arial Narrow"/>
          <w:bCs/>
        </w:rPr>
        <w:t>Biała Podlaska NIP</w:t>
      </w:r>
      <w:r w:rsidR="009C4CE0">
        <w:rPr>
          <w:rFonts w:ascii="Arial Narrow" w:hAnsi="Arial Narrow"/>
          <w:bCs/>
        </w:rPr>
        <w:t>:</w:t>
      </w:r>
      <w:r w:rsidRPr="00A01018">
        <w:rPr>
          <w:rFonts w:ascii="Arial Narrow" w:hAnsi="Arial Narrow"/>
          <w:bCs/>
        </w:rPr>
        <w:t xml:space="preserve"> 537-247-37-89, </w:t>
      </w:r>
    </w:p>
    <w:p w:rsidR="009C4CE0" w:rsidRDefault="009A6DAE" w:rsidP="009C4CE0">
      <w:pPr>
        <w:jc w:val="both"/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Regon</w:t>
      </w:r>
      <w:r w:rsidR="009C4CE0">
        <w:rPr>
          <w:rFonts w:ascii="Arial Narrow" w:hAnsi="Arial Narrow"/>
          <w:bCs/>
        </w:rPr>
        <w:t>:</w:t>
      </w:r>
      <w:r w:rsidRPr="00A01018">
        <w:rPr>
          <w:rFonts w:ascii="Arial Narrow" w:hAnsi="Arial Narrow"/>
          <w:bCs/>
        </w:rPr>
        <w:t xml:space="preserve">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</w:p>
    <w:p w:rsidR="00C71209" w:rsidRPr="00360FB9" w:rsidRDefault="00C71209" w:rsidP="009C4CE0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 xml:space="preserve">w Sądzie Rejonowym </w:t>
      </w:r>
      <w:r>
        <w:rPr>
          <w:rFonts w:ascii="Arial Narrow" w:hAnsi="Arial Narrow"/>
        </w:rPr>
        <w:t>Lublin-Wschód w Lublinie z siedzibą w Świdniku VI Wydziale Gospodarczym, k</w:t>
      </w:r>
      <w:r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Pr="00360FB9">
        <w:rPr>
          <w:rFonts w:ascii="Arial Narrow" w:hAnsi="Arial Narrow"/>
        </w:rPr>
        <w:t xml:space="preserve"> reprezentuje</w:t>
      </w:r>
      <w:r w:rsidR="00247C07">
        <w:rPr>
          <w:rFonts w:ascii="Arial Narrow" w:hAnsi="Arial Narrow"/>
        </w:rPr>
        <w:t xml:space="preserve"> </w:t>
      </w:r>
      <w:r w:rsidR="00FF5A91" w:rsidRPr="000312B4">
        <w:rPr>
          <w:rFonts w:ascii="Arial Narrow" w:hAnsi="Arial Narrow"/>
        </w:rPr>
        <w:t xml:space="preserve">Bernadeta Puczka </w:t>
      </w:r>
      <w:r w:rsidRPr="000312B4">
        <w:rPr>
          <w:rFonts w:ascii="Arial Narrow" w:hAnsi="Arial Narrow"/>
        </w:rPr>
        <w:t xml:space="preserve"> – Prezes Zarządu</w:t>
      </w:r>
      <w:r w:rsidR="00247C07">
        <w:rPr>
          <w:rFonts w:ascii="Arial Narrow" w:hAnsi="Arial Narrow"/>
        </w:rPr>
        <w:t>,</w:t>
      </w:r>
      <w:r w:rsidR="00EB37DC">
        <w:rPr>
          <w:rFonts w:ascii="Arial Narrow" w:hAnsi="Arial Narrow"/>
        </w:rPr>
        <w:t xml:space="preserve"> </w:t>
      </w: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 treści  </w:t>
      </w:r>
      <w:r w:rsidR="00EB37DC">
        <w:rPr>
          <w:rFonts w:ascii="Arial Narrow" w:hAnsi="Arial Narrow"/>
        </w:rPr>
        <w:t>„</w:t>
      </w:r>
      <w:r w:rsidRPr="00864C1C">
        <w:rPr>
          <w:rFonts w:ascii="Arial Narrow" w:hAnsi="Arial Narrow"/>
        </w:rPr>
        <w:t>W</w:t>
      </w:r>
      <w:r w:rsidR="00EB37DC">
        <w:rPr>
          <w:rFonts w:ascii="Arial Narrow" w:hAnsi="Arial Narrow"/>
        </w:rPr>
        <w:t>YNAJMUJĄCYM”</w:t>
      </w:r>
      <w:r>
        <w:rPr>
          <w:rFonts w:ascii="Arial Narrow" w:hAnsi="Arial Narrow"/>
          <w:b/>
        </w:rPr>
        <w:t xml:space="preserve"> </w:t>
      </w:r>
    </w:p>
    <w:p w:rsidR="00C71209" w:rsidRDefault="00C71209" w:rsidP="009C4CE0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9C4CE0" w:rsidRDefault="009C4CE0" w:rsidP="009C4CE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…………………………………………………………………….</w:t>
      </w:r>
    </w:p>
    <w:p w:rsidR="009C4CE0" w:rsidRDefault="009C4CE0" w:rsidP="009C4CE0">
      <w:pPr>
        <w:jc w:val="both"/>
        <w:rPr>
          <w:rFonts w:ascii="Arial Narrow" w:hAnsi="Arial Narrow"/>
        </w:rPr>
      </w:pPr>
    </w:p>
    <w:p w:rsidR="00605D1E" w:rsidRDefault="009C4CE0" w:rsidP="009C4CE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zwanym w treści </w:t>
      </w:r>
      <w:r w:rsidR="00605D1E">
        <w:rPr>
          <w:rFonts w:ascii="Arial Narrow" w:hAnsi="Arial Narrow"/>
        </w:rPr>
        <w:t xml:space="preserve"> „N</w:t>
      </w:r>
      <w:r w:rsidR="00EB37DC">
        <w:rPr>
          <w:rFonts w:ascii="Arial Narrow" w:hAnsi="Arial Narrow"/>
        </w:rPr>
        <w:t>AJEMC</w:t>
      </w:r>
      <w:r w:rsidR="00FB56AE">
        <w:rPr>
          <w:rFonts w:ascii="Arial Narrow" w:hAnsi="Arial Narrow"/>
        </w:rPr>
        <w:t>Ą</w:t>
      </w:r>
      <w:r w:rsidR="00605D1E">
        <w:rPr>
          <w:rFonts w:ascii="Arial Narrow" w:hAnsi="Arial Narrow"/>
        </w:rPr>
        <w:t>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9C4CE0" w:rsidRDefault="009C4CE0" w:rsidP="009C4CE0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9C4CE0">
        <w:rPr>
          <w:rFonts w:ascii="Arial Narrow" w:hAnsi="Arial Narrow"/>
        </w:rPr>
        <w:t>Przedmiotem najmu jest lokal użytkowy</w:t>
      </w:r>
      <w:r w:rsidRPr="009C4CE0">
        <w:rPr>
          <w:rFonts w:ascii="Arial Narrow" w:hAnsi="Arial Narrow"/>
          <w:b/>
          <w:bCs/>
        </w:rPr>
        <w:t xml:space="preserve"> </w:t>
      </w:r>
      <w:r w:rsidRPr="009C4CE0">
        <w:rPr>
          <w:rFonts w:ascii="Arial Narrow" w:hAnsi="Arial Narrow"/>
          <w:bCs/>
        </w:rPr>
        <w:t xml:space="preserve">zlokalizowany na  I piętrze </w:t>
      </w:r>
      <w:r w:rsidRPr="009C4CE0">
        <w:rPr>
          <w:rFonts w:ascii="Arial Narrow" w:hAnsi="Arial Narrow"/>
        </w:rPr>
        <w:t xml:space="preserve">w budynku przy ulicy </w:t>
      </w:r>
      <w:r w:rsidRPr="009C4CE0">
        <w:rPr>
          <w:rFonts w:ascii="Arial Narrow" w:hAnsi="Arial Narrow"/>
          <w:b/>
        </w:rPr>
        <w:t>Stacyjnej</w:t>
      </w:r>
      <w:r w:rsidR="00806410">
        <w:rPr>
          <w:rFonts w:ascii="Arial Narrow" w:hAnsi="Arial Narrow"/>
          <w:b/>
        </w:rPr>
        <w:t xml:space="preserve"> nr 6</w:t>
      </w:r>
      <w:r w:rsidRPr="009C4CE0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 </w:t>
      </w:r>
      <w:r w:rsidRPr="009C4CE0">
        <w:rPr>
          <w:rFonts w:ascii="Arial Narrow" w:hAnsi="Arial Narrow"/>
        </w:rPr>
        <w:t xml:space="preserve">w Białej Podlaskiej o łącznej  powierzchni </w:t>
      </w:r>
      <w:r w:rsidRPr="009C4CE0">
        <w:rPr>
          <w:rFonts w:ascii="Arial Narrow" w:hAnsi="Arial Narrow"/>
          <w:b/>
        </w:rPr>
        <w:t>57,07 m²</w:t>
      </w:r>
      <w:r w:rsidRPr="009C4CE0">
        <w:rPr>
          <w:rFonts w:ascii="Arial Narrow" w:hAnsi="Arial Narrow"/>
        </w:rPr>
        <w:t xml:space="preserve"> ,</w:t>
      </w:r>
      <w:r w:rsidR="00806410">
        <w:rPr>
          <w:rFonts w:ascii="Arial Narrow" w:hAnsi="Arial Narrow"/>
        </w:rPr>
        <w:t xml:space="preserve"> w tym:</w:t>
      </w:r>
    </w:p>
    <w:p w:rsidR="009C4CE0" w:rsidRPr="009C4CE0" w:rsidRDefault="009C4CE0" w:rsidP="009C4CE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9C4CE0">
        <w:rPr>
          <w:rFonts w:ascii="Arial Narrow" w:hAnsi="Arial Narrow"/>
        </w:rPr>
        <w:t>1)</w:t>
      </w:r>
      <w:r>
        <w:rPr>
          <w:rFonts w:ascii="Arial Narrow" w:hAnsi="Arial Narrow"/>
        </w:rPr>
        <w:t xml:space="preserve"> </w:t>
      </w:r>
      <w:r w:rsidRPr="009C4CE0">
        <w:rPr>
          <w:rFonts w:ascii="Arial Narrow" w:hAnsi="Arial Narrow"/>
        </w:rPr>
        <w:t xml:space="preserve">pow. gabinetu 12,21m², </w:t>
      </w:r>
    </w:p>
    <w:p w:rsidR="009C4CE0" w:rsidRPr="009C4CE0" w:rsidRDefault="009C4CE0" w:rsidP="009C4CE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9C4CE0">
        <w:rPr>
          <w:rFonts w:ascii="Arial Narrow" w:hAnsi="Arial Narrow"/>
        </w:rPr>
        <w:t>2)</w:t>
      </w:r>
      <w:r>
        <w:rPr>
          <w:rFonts w:ascii="Arial Narrow" w:hAnsi="Arial Narrow"/>
        </w:rPr>
        <w:t xml:space="preserve"> </w:t>
      </w:r>
      <w:r w:rsidRPr="009C4CE0">
        <w:rPr>
          <w:rFonts w:ascii="Arial Narrow" w:hAnsi="Arial Narrow"/>
        </w:rPr>
        <w:t>pow. gabinetu 12,44m²,</w:t>
      </w:r>
    </w:p>
    <w:p w:rsidR="009C4CE0" w:rsidRPr="009C4CE0" w:rsidRDefault="009C4CE0" w:rsidP="009C4CE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9C4CE0">
        <w:rPr>
          <w:rFonts w:ascii="Arial Narrow" w:hAnsi="Arial Narrow"/>
        </w:rPr>
        <w:t>3)</w:t>
      </w:r>
      <w:r>
        <w:rPr>
          <w:rFonts w:ascii="Arial Narrow" w:hAnsi="Arial Narrow"/>
        </w:rPr>
        <w:t xml:space="preserve"> </w:t>
      </w:r>
      <w:r w:rsidRPr="009C4CE0">
        <w:rPr>
          <w:rFonts w:ascii="Arial Narrow" w:hAnsi="Arial Narrow"/>
        </w:rPr>
        <w:t>pow. sali konferencyjnej – 13,56m²</w:t>
      </w:r>
    </w:p>
    <w:p w:rsidR="009C4CE0" w:rsidRPr="009C4CE0" w:rsidRDefault="009C4CE0" w:rsidP="009C4CE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9C4CE0">
        <w:rPr>
          <w:rFonts w:ascii="Arial Narrow" w:hAnsi="Arial Narrow"/>
        </w:rPr>
        <w:t>4) ¼ pow. wiatrołapu – 1,38m²</w:t>
      </w:r>
    </w:p>
    <w:p w:rsidR="009C4CE0" w:rsidRPr="009C4CE0" w:rsidRDefault="009C4CE0" w:rsidP="009C4CE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9C4CE0">
        <w:rPr>
          <w:rFonts w:ascii="Arial Narrow" w:hAnsi="Arial Narrow"/>
        </w:rPr>
        <w:t>5) ¼  pow. hollu na parterze – 5,85m²</w:t>
      </w:r>
    </w:p>
    <w:p w:rsidR="009C4CE0" w:rsidRPr="009C4CE0" w:rsidRDefault="009C4CE0" w:rsidP="009C4CE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9C4CE0">
        <w:rPr>
          <w:rFonts w:ascii="Arial Narrow" w:hAnsi="Arial Narrow"/>
        </w:rPr>
        <w:t>6) ½ pow. hollu na I piętrze – 8,01m²</w:t>
      </w:r>
    </w:p>
    <w:p w:rsidR="009C4CE0" w:rsidRPr="009C4CE0" w:rsidRDefault="009C4CE0" w:rsidP="009C4CE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9C4CE0">
        <w:rPr>
          <w:rFonts w:ascii="Arial Narrow" w:hAnsi="Arial Narrow"/>
        </w:rPr>
        <w:t>7) ¼ pow. w-c na parterze – 0,98m²</w:t>
      </w:r>
    </w:p>
    <w:p w:rsidR="009C4CE0" w:rsidRPr="009C4CE0" w:rsidRDefault="009C4CE0" w:rsidP="009C4CE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9C4CE0">
        <w:rPr>
          <w:rFonts w:ascii="Arial Narrow" w:hAnsi="Arial Narrow"/>
        </w:rPr>
        <w:t>8) ½ pow. w-c na I piętrze-  2,64m²</w:t>
      </w:r>
    </w:p>
    <w:p w:rsidR="009C4CE0" w:rsidRPr="009C4CE0" w:rsidRDefault="009C4CE0" w:rsidP="009C4CE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9C4CE0">
        <w:rPr>
          <w:rFonts w:ascii="Arial Narrow" w:hAnsi="Arial Narrow"/>
        </w:rPr>
        <w:t>9) powierzchnia grzewcza do obciążeń wynosi  55,69m².</w:t>
      </w:r>
    </w:p>
    <w:p w:rsidR="00E94DCA" w:rsidRPr="00066A3D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  <w:bCs/>
        </w:rPr>
        <w:t xml:space="preserve">Wydanie </w:t>
      </w:r>
      <w:r w:rsidR="0056180A" w:rsidRPr="00066A3D">
        <w:rPr>
          <w:rFonts w:ascii="Arial Narrow" w:hAnsi="Arial Narrow"/>
          <w:bCs/>
        </w:rPr>
        <w:t>przedmiotu najmu</w:t>
      </w:r>
      <w:r w:rsidR="00557CD4" w:rsidRPr="00066A3D">
        <w:rPr>
          <w:rFonts w:ascii="Arial Narrow" w:hAnsi="Arial Narrow"/>
          <w:bCs/>
        </w:rPr>
        <w:t xml:space="preserve"> </w:t>
      </w:r>
      <w:r w:rsidRPr="00066A3D">
        <w:rPr>
          <w:rFonts w:ascii="Arial Narrow" w:hAnsi="Arial Narrow"/>
          <w:bCs/>
        </w:rPr>
        <w:t>N</w:t>
      </w:r>
      <w:r w:rsidR="00EB37DC">
        <w:rPr>
          <w:rFonts w:ascii="Arial Narrow" w:hAnsi="Arial Narrow"/>
          <w:bCs/>
        </w:rPr>
        <w:t>AJEMCY</w:t>
      </w:r>
      <w:r w:rsidRPr="00066A3D">
        <w:rPr>
          <w:rFonts w:ascii="Arial Narrow" w:hAnsi="Arial Narrow"/>
          <w:bCs/>
        </w:rPr>
        <w:t xml:space="preserve"> nastąpi niezwłocznie po podpisaniu niniejszej umowy, na podstawie protokołu zdawczo-odbiorczego określającego </w:t>
      </w:r>
      <w:r w:rsidR="005705F9" w:rsidRPr="00066A3D">
        <w:rPr>
          <w:rFonts w:ascii="Arial Narrow" w:hAnsi="Arial Narrow"/>
          <w:bCs/>
        </w:rPr>
        <w:t>jego stan techniczny</w:t>
      </w:r>
      <w:r w:rsidR="00D51445" w:rsidRPr="00066A3D">
        <w:rPr>
          <w:rFonts w:ascii="Arial Narrow" w:hAnsi="Arial Narrow"/>
          <w:bCs/>
        </w:rPr>
        <w:t xml:space="preserve">  i w</w:t>
      </w:r>
      <w:r w:rsidR="002102A5" w:rsidRPr="00066A3D">
        <w:rPr>
          <w:rFonts w:ascii="Arial Narrow" w:hAnsi="Arial Narrow"/>
          <w:bCs/>
        </w:rPr>
        <w:t>y</w:t>
      </w:r>
      <w:r w:rsidR="00D51445" w:rsidRPr="00066A3D">
        <w:rPr>
          <w:rFonts w:ascii="Arial Narrow" w:hAnsi="Arial Narrow"/>
          <w:bCs/>
        </w:rPr>
        <w:t>posażenie</w:t>
      </w:r>
      <w:r w:rsidR="005705F9" w:rsidRPr="00066A3D">
        <w:rPr>
          <w:rFonts w:ascii="Arial Narrow" w:hAnsi="Arial Narrow"/>
          <w:bCs/>
        </w:rPr>
        <w:t xml:space="preserve">, </w:t>
      </w:r>
      <w:r w:rsidRPr="00066A3D">
        <w:rPr>
          <w:rFonts w:ascii="Arial Narrow" w:hAnsi="Arial Narrow"/>
          <w:bCs/>
        </w:rPr>
        <w:t xml:space="preserve">stanowiącego załącznik nr </w:t>
      </w:r>
      <w:r w:rsidR="00531A5D" w:rsidRPr="00066A3D">
        <w:rPr>
          <w:rFonts w:ascii="Arial Narrow" w:hAnsi="Arial Narrow"/>
          <w:bCs/>
        </w:rPr>
        <w:t>2</w:t>
      </w:r>
      <w:r w:rsidR="005705F9" w:rsidRPr="00066A3D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066A3D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A1347D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806410" w:rsidRDefault="00806410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 w:rsidP="009C4CE0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313DA">
        <w:rPr>
          <w:rFonts w:ascii="Arial Narrow" w:hAnsi="Arial Narrow"/>
        </w:rPr>
        <w:t>protokolarnego przyjęcia lokalu.</w:t>
      </w:r>
      <w:r w:rsidR="00557CD4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A902E7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F37E44" w:rsidRDefault="00F37E44">
      <w:pPr>
        <w:jc w:val="center"/>
        <w:rPr>
          <w:rFonts w:ascii="Arial Narrow" w:hAnsi="Arial Narrow"/>
          <w:b/>
          <w:bCs/>
        </w:rPr>
      </w:pPr>
    </w:p>
    <w:p w:rsidR="009C4CE0" w:rsidRDefault="00A1347D" w:rsidP="009C4CE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A1347D">
        <w:rPr>
          <w:rFonts w:ascii="Arial Narrow" w:hAnsi="Arial Narrow"/>
        </w:rPr>
        <w:t>Z tytułu najmu N</w:t>
      </w:r>
      <w:r w:rsidR="004660CE">
        <w:rPr>
          <w:rFonts w:ascii="Arial Narrow" w:hAnsi="Arial Narrow"/>
        </w:rPr>
        <w:t>AJEMCA</w:t>
      </w:r>
      <w:r w:rsidR="009A6DAE" w:rsidRPr="00A1347D">
        <w:rPr>
          <w:rFonts w:ascii="Arial Narrow" w:hAnsi="Arial Narrow"/>
        </w:rPr>
        <w:t xml:space="preserve"> zobowiązuje się płacić </w:t>
      </w:r>
      <w:r w:rsidR="00344B1D" w:rsidRPr="00A1347D">
        <w:rPr>
          <w:rFonts w:ascii="Arial Narrow" w:hAnsi="Arial Narrow"/>
        </w:rPr>
        <w:t>W</w:t>
      </w:r>
      <w:r w:rsidR="004660CE">
        <w:rPr>
          <w:rFonts w:ascii="Arial Narrow" w:hAnsi="Arial Narrow"/>
        </w:rPr>
        <w:t>YNAJMUJĄCEMU</w:t>
      </w:r>
      <w:r w:rsidR="00594E89" w:rsidRPr="00A1347D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>czynsz w</w:t>
      </w:r>
      <w:r w:rsidR="00EB37DC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wysokości </w:t>
      </w:r>
      <w:r>
        <w:rPr>
          <w:rFonts w:ascii="Arial Narrow" w:hAnsi="Arial Narrow"/>
        </w:rPr>
        <w:t xml:space="preserve"> </w:t>
      </w:r>
      <w:r w:rsidR="009C4CE0">
        <w:rPr>
          <w:rFonts w:ascii="Arial Narrow" w:hAnsi="Arial Narrow"/>
        </w:rPr>
        <w:t>……….</w:t>
      </w:r>
      <w:r w:rsidR="001E1E7E" w:rsidRPr="00A1347D">
        <w:rPr>
          <w:rFonts w:ascii="Arial Narrow" w:hAnsi="Arial Narrow"/>
        </w:rPr>
        <w:t xml:space="preserve">zł </w:t>
      </w:r>
    </w:p>
    <w:p w:rsidR="009C4CE0" w:rsidRDefault="009C4CE0" w:rsidP="009C4CE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E1E7E" w:rsidRPr="00A1347D">
        <w:rPr>
          <w:rFonts w:ascii="Arial Narrow" w:hAnsi="Arial Narrow"/>
        </w:rPr>
        <w:t xml:space="preserve">(słownie : </w:t>
      </w:r>
      <w:r>
        <w:rPr>
          <w:rFonts w:ascii="Arial Narrow" w:hAnsi="Arial Narrow"/>
        </w:rPr>
        <w:t>…………</w:t>
      </w:r>
      <w:r w:rsidR="00247C07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) </w:t>
      </w:r>
      <w:r w:rsidR="00A1347D">
        <w:rPr>
          <w:rFonts w:ascii="Arial Narrow" w:hAnsi="Arial Narrow"/>
        </w:rPr>
        <w:t xml:space="preserve">plus obowiązujący </w:t>
      </w:r>
      <w:r w:rsidR="00247C07">
        <w:rPr>
          <w:rFonts w:ascii="Arial Narrow" w:hAnsi="Arial Narrow"/>
        </w:rPr>
        <w:t xml:space="preserve"> </w:t>
      </w:r>
      <w:r w:rsidR="00A1347D">
        <w:rPr>
          <w:rFonts w:ascii="Arial Narrow" w:hAnsi="Arial Narrow"/>
        </w:rPr>
        <w:t>podatek VAT,</w:t>
      </w:r>
      <w:r w:rsidR="00F37E44">
        <w:rPr>
          <w:rFonts w:ascii="Arial Narrow" w:hAnsi="Arial Narrow"/>
        </w:rPr>
        <w:t xml:space="preserve">  </w:t>
      </w:r>
      <w:r w:rsidR="00A1347D">
        <w:rPr>
          <w:rFonts w:ascii="Arial Narrow" w:hAnsi="Arial Narrow"/>
        </w:rPr>
        <w:t xml:space="preserve">według stawki </w:t>
      </w:r>
      <w:r>
        <w:rPr>
          <w:rFonts w:ascii="Arial Narrow" w:hAnsi="Arial Narrow"/>
        </w:rPr>
        <w:t>…………</w:t>
      </w:r>
      <w:r w:rsidR="00EB37DC">
        <w:rPr>
          <w:rFonts w:ascii="Arial Narrow" w:hAnsi="Arial Narrow"/>
        </w:rPr>
        <w:t>zł/m²</w:t>
      </w:r>
      <w:r w:rsidR="004660CE">
        <w:rPr>
          <w:rFonts w:ascii="Arial Narrow" w:hAnsi="Arial Narrow"/>
        </w:rPr>
        <w:t xml:space="preserve"> </w:t>
      </w:r>
      <w:r w:rsidR="00A1347D">
        <w:rPr>
          <w:rFonts w:ascii="Arial Narrow" w:hAnsi="Arial Narrow"/>
        </w:rPr>
        <w:t xml:space="preserve">wylicytowanej </w:t>
      </w:r>
    </w:p>
    <w:p w:rsidR="00247C07" w:rsidRDefault="00247C07" w:rsidP="009C4CE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9C4CE0">
        <w:rPr>
          <w:rFonts w:ascii="Arial Narrow" w:hAnsi="Arial Narrow"/>
        </w:rPr>
        <w:t xml:space="preserve">  na</w:t>
      </w:r>
      <w:r>
        <w:rPr>
          <w:rFonts w:ascii="Arial Narrow" w:hAnsi="Arial Narrow"/>
        </w:rPr>
        <w:t xml:space="preserve"> </w:t>
      </w:r>
      <w:r w:rsidR="009C4CE0">
        <w:rPr>
          <w:rFonts w:ascii="Arial Narrow" w:hAnsi="Arial Narrow"/>
        </w:rPr>
        <w:t>przetargu w dniu ………………</w:t>
      </w:r>
      <w:r>
        <w:rPr>
          <w:rFonts w:ascii="Arial Narrow" w:hAnsi="Arial Narrow"/>
        </w:rPr>
        <w:t xml:space="preserve"> 2017r.</w:t>
      </w:r>
    </w:p>
    <w:p w:rsidR="00CD40DB" w:rsidRPr="00C80420" w:rsidRDefault="00247C07" w:rsidP="00C8042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2.</w:t>
      </w:r>
      <w:r w:rsidRPr="00247C07">
        <w:rPr>
          <w:rFonts w:ascii="Arial Narrow" w:hAnsi="Arial Narrow"/>
        </w:rPr>
        <w:t xml:space="preserve">Poza </w:t>
      </w:r>
      <w:r w:rsidR="00CD40DB" w:rsidRPr="00247C07">
        <w:rPr>
          <w:rFonts w:ascii="Arial Narrow" w:hAnsi="Arial Narrow"/>
        </w:rPr>
        <w:t xml:space="preserve"> czynszem N</w:t>
      </w:r>
      <w:r w:rsidR="004660CE" w:rsidRPr="00247C07">
        <w:rPr>
          <w:rFonts w:ascii="Arial Narrow" w:hAnsi="Arial Narrow"/>
        </w:rPr>
        <w:t>AJEMCA</w:t>
      </w:r>
      <w:r w:rsidR="00CD40DB" w:rsidRPr="00247C07">
        <w:rPr>
          <w:rFonts w:ascii="Arial Narrow" w:hAnsi="Arial Narrow"/>
        </w:rPr>
        <w:t xml:space="preserve"> zobowiązany jest do uiszczania, opłat stanowiących</w:t>
      </w:r>
      <w:r w:rsidR="00C80420">
        <w:rPr>
          <w:rFonts w:ascii="Arial Narrow" w:hAnsi="Arial Narrow"/>
        </w:rPr>
        <w:t xml:space="preserve"> </w:t>
      </w:r>
      <w:r w:rsidR="00CD40DB" w:rsidRPr="00C80420">
        <w:rPr>
          <w:rFonts w:ascii="Arial Narrow" w:hAnsi="Arial Narrow"/>
        </w:rPr>
        <w:t xml:space="preserve">zaliczkę na koszty: </w:t>
      </w:r>
    </w:p>
    <w:p w:rsidR="00F76D12" w:rsidRPr="00F76D12" w:rsidRDefault="00CD40DB" w:rsidP="00F76D12">
      <w:pPr>
        <w:pStyle w:val="Akapitzlist"/>
        <w:numPr>
          <w:ilvl w:val="0"/>
          <w:numId w:val="26"/>
        </w:numPr>
        <w:tabs>
          <w:tab w:val="left" w:pos="900"/>
        </w:tabs>
        <w:jc w:val="both"/>
        <w:rPr>
          <w:rFonts w:ascii="Arial Narrow" w:hAnsi="Arial Narrow"/>
        </w:rPr>
      </w:pPr>
      <w:r w:rsidRPr="00F76D12">
        <w:rPr>
          <w:rFonts w:ascii="Arial Narrow" w:hAnsi="Arial Narrow"/>
        </w:rPr>
        <w:t xml:space="preserve">dostawy do nieruchomości zimnej wody </w:t>
      </w:r>
      <w:r w:rsidR="00C80420" w:rsidRPr="00F76D12">
        <w:rPr>
          <w:rFonts w:ascii="Arial Narrow" w:hAnsi="Arial Narrow"/>
        </w:rPr>
        <w:t>i odprowadzenia ścieków</w:t>
      </w:r>
      <w:r w:rsidRPr="00F76D12">
        <w:rPr>
          <w:rFonts w:ascii="Arial Narrow" w:hAnsi="Arial Narrow"/>
        </w:rPr>
        <w:t xml:space="preserve"> </w:t>
      </w:r>
      <w:r w:rsidR="00C80420" w:rsidRPr="00F76D12">
        <w:rPr>
          <w:rFonts w:ascii="Arial Narrow" w:hAnsi="Arial Narrow"/>
        </w:rPr>
        <w:t xml:space="preserve">- w przeliczeniu na 1m³ , </w:t>
      </w:r>
    </w:p>
    <w:p w:rsidR="00F76D12" w:rsidRDefault="00F76D12" w:rsidP="00F76D12">
      <w:pPr>
        <w:tabs>
          <w:tab w:val="left" w:pos="900"/>
        </w:tabs>
        <w:ind w:left="1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F76D12">
        <w:rPr>
          <w:rFonts w:ascii="Arial Narrow" w:hAnsi="Arial Narrow"/>
        </w:rPr>
        <w:t xml:space="preserve">  </w:t>
      </w:r>
      <w:r w:rsidR="00C80420" w:rsidRPr="00F76D12">
        <w:rPr>
          <w:rFonts w:ascii="Arial Narrow" w:hAnsi="Arial Narrow"/>
        </w:rPr>
        <w:t>proporcjonalnie do wynajmowanej powierzchni, wg ponoszonych kosztów na zasadzie</w:t>
      </w:r>
    </w:p>
    <w:p w:rsidR="00F76D12" w:rsidRDefault="00F76D12" w:rsidP="00F76D12">
      <w:pPr>
        <w:tabs>
          <w:tab w:val="left" w:pos="900"/>
        </w:tabs>
        <w:ind w:left="1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80420" w:rsidRPr="00F76D12">
        <w:rPr>
          <w:rFonts w:ascii="Arial Narrow" w:hAnsi="Arial Narrow"/>
        </w:rPr>
        <w:t xml:space="preserve"> REFAKTUROWANIA należności z otrzymywanych miesięcznie faktur  VAT  od dostawcy </w:t>
      </w:r>
      <w:r>
        <w:rPr>
          <w:rFonts w:ascii="Arial Narrow" w:hAnsi="Arial Narrow"/>
        </w:rPr>
        <w:t>.</w:t>
      </w:r>
    </w:p>
    <w:p w:rsidR="003E6444" w:rsidRDefault="003E6444" w:rsidP="003E6444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Pr="00D313DA">
        <w:rPr>
          <w:rFonts w:ascii="Arial Narrow" w:hAnsi="Arial Narrow"/>
        </w:rPr>
        <w:t>W dacie sporządzenia umowy cena</w:t>
      </w:r>
      <w:r>
        <w:rPr>
          <w:rFonts w:ascii="Arial Narrow" w:hAnsi="Arial Narrow"/>
        </w:rPr>
        <w:t xml:space="preserve"> zimnej wody wynosi</w:t>
      </w:r>
      <w:r w:rsidRPr="00F50D4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-</w:t>
      </w:r>
      <w:r w:rsidRPr="00F50D4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2,23</w:t>
      </w:r>
      <w:r w:rsidRPr="00F50D4F">
        <w:rPr>
          <w:rFonts w:ascii="Arial Narrow" w:hAnsi="Arial Narrow"/>
        </w:rPr>
        <w:t>zł /m³  plus obowiązujący podatek</w:t>
      </w:r>
    </w:p>
    <w:p w:rsidR="003E6444" w:rsidRDefault="003E6444" w:rsidP="003E6444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 w:rsidRPr="00F50D4F">
        <w:rPr>
          <w:rFonts w:ascii="Arial Narrow" w:hAnsi="Arial Narrow"/>
        </w:rPr>
        <w:t>VAT</w:t>
      </w:r>
      <w:r>
        <w:rPr>
          <w:rFonts w:ascii="Arial Narrow" w:hAnsi="Arial Narrow"/>
        </w:rPr>
        <w:t>, odprowadzenia ścieków</w:t>
      </w:r>
      <w:r w:rsidRPr="00290C1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– 6,79</w:t>
      </w:r>
      <w:r w:rsidRPr="00290C1C">
        <w:rPr>
          <w:rFonts w:ascii="Arial Narrow" w:hAnsi="Arial Narrow"/>
        </w:rPr>
        <w:t>zł/m³  plus obowiązujący podatek VAT</w:t>
      </w:r>
      <w:r>
        <w:rPr>
          <w:rFonts w:ascii="Arial Narrow" w:hAnsi="Arial Narrow"/>
        </w:rPr>
        <w:t>;</w:t>
      </w:r>
    </w:p>
    <w:p w:rsidR="003E6444" w:rsidRDefault="003E6444" w:rsidP="00F76D12">
      <w:pPr>
        <w:tabs>
          <w:tab w:val="left" w:pos="900"/>
        </w:tabs>
        <w:ind w:left="180"/>
        <w:jc w:val="both"/>
        <w:rPr>
          <w:rFonts w:ascii="Arial Narrow" w:hAnsi="Arial Narrow"/>
        </w:rPr>
      </w:pPr>
    </w:p>
    <w:p w:rsidR="00F76D12" w:rsidRDefault="00F76D12" w:rsidP="00F76D12">
      <w:pPr>
        <w:pStyle w:val="Akapitzlist"/>
        <w:numPr>
          <w:ilvl w:val="0"/>
          <w:numId w:val="26"/>
        </w:num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centralnego ogrzewania  - rozliczenie następować będzie proporcjonalnie do wynajmowanej powierzchni , na zasadzie REFAKTUROWANIA  należności z faktur VAT zakupu oleju opałowego na cele centralnego ogrzewania i ciepłej wody . </w:t>
      </w:r>
    </w:p>
    <w:p w:rsidR="00F76D12" w:rsidRPr="00F76D12" w:rsidRDefault="00F76D12" w:rsidP="00F76D12">
      <w:pPr>
        <w:pStyle w:val="Akapitzlist"/>
        <w:numPr>
          <w:ilvl w:val="0"/>
          <w:numId w:val="26"/>
        </w:num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dostawy energii elektrycznej do wynajmowanej lokalu   - wg ponoszonych kosztów, proporcjonalnie do wynajmowanej powierzchni  na zasadzie refakturowania należności z faktur VAT otrzymywanych od dostawcy + udział w kosztach oświetlenia w częściach wspólnych. .</w:t>
      </w:r>
    </w:p>
    <w:p w:rsidR="003E6444" w:rsidRDefault="00CD40DB" w:rsidP="00F76D12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3E6444">
        <w:rPr>
          <w:rFonts w:ascii="Arial Narrow" w:hAnsi="Arial Narrow"/>
        </w:rPr>
        <w:t>ryczałt na koszty wywozu nieczystości stałych</w:t>
      </w:r>
      <w:r w:rsidR="00F76D12" w:rsidRPr="003E6444">
        <w:rPr>
          <w:rFonts w:ascii="Arial Narrow" w:hAnsi="Arial Narrow"/>
        </w:rPr>
        <w:t xml:space="preserve"> – przyjmując ………m³ x 90zł/m³</w:t>
      </w:r>
      <w:r w:rsidR="003E6444">
        <w:rPr>
          <w:rFonts w:ascii="Arial Narrow" w:hAnsi="Arial Narrow"/>
        </w:rPr>
        <w:t xml:space="preserve"> tj. kwota …….</w:t>
      </w:r>
      <w:r w:rsidR="00F76D12" w:rsidRPr="003E6444">
        <w:rPr>
          <w:rFonts w:ascii="Arial Narrow" w:hAnsi="Arial Narrow"/>
        </w:rPr>
        <w:t xml:space="preserve"> </w:t>
      </w:r>
    </w:p>
    <w:p w:rsidR="003E6444" w:rsidRDefault="003E6444" w:rsidP="003E644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3E6444">
        <w:rPr>
          <w:rFonts w:ascii="Arial Narrow" w:hAnsi="Arial Narrow"/>
        </w:rPr>
        <w:t>( słownie : …</w:t>
      </w:r>
      <w:r>
        <w:rPr>
          <w:rFonts w:ascii="Arial Narrow" w:hAnsi="Arial Narrow"/>
        </w:rPr>
        <w:t xml:space="preserve">……………………………)   </w:t>
      </w:r>
      <w:r w:rsidR="00F76D12" w:rsidRPr="003E6444">
        <w:rPr>
          <w:rFonts w:ascii="Arial Narrow" w:hAnsi="Arial Narrow"/>
        </w:rPr>
        <w:t>plus obowiązujący podatek VAT. Ustalony ryczałt wywozu</w:t>
      </w:r>
    </w:p>
    <w:p w:rsidR="003E6444" w:rsidRDefault="003E6444" w:rsidP="00F76D1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F76D12" w:rsidRPr="003E6444">
        <w:rPr>
          <w:rFonts w:ascii="Arial Narrow" w:hAnsi="Arial Narrow"/>
        </w:rPr>
        <w:t xml:space="preserve"> może ulec zmianie po rocznym rozliczeniu kosztów</w:t>
      </w:r>
      <w:r w:rsidR="00F76D12" w:rsidRPr="00F76D12">
        <w:rPr>
          <w:rFonts w:ascii="Arial Narrow" w:hAnsi="Arial Narrow"/>
        </w:rPr>
        <w:t xml:space="preserve"> nieruchomości</w:t>
      </w:r>
      <w:r>
        <w:rPr>
          <w:rFonts w:ascii="Arial Narrow" w:hAnsi="Arial Narrow"/>
        </w:rPr>
        <w:t>. Wynajmujący zawiadamiać</w:t>
      </w:r>
    </w:p>
    <w:p w:rsidR="00CD40DB" w:rsidRDefault="003E6444" w:rsidP="00F76D1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będzie Najemcę na piśmie bez konieczności  zachowania formy aneksu do umowy.</w:t>
      </w:r>
    </w:p>
    <w:p w:rsidR="00105AFD" w:rsidRPr="007B488A" w:rsidRDefault="00105AFD" w:rsidP="00105AFD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Najemca zobowiązany jest ponosić opłatę z tytułu podatków i opłat lokalowych na rzecz Urzędu Miasta Biała Podlaska .</w:t>
      </w:r>
    </w:p>
    <w:p w:rsidR="00A902E7" w:rsidRPr="003E6444" w:rsidRDefault="00A902E7" w:rsidP="003E6444">
      <w:pPr>
        <w:pStyle w:val="Akapitzlist"/>
        <w:numPr>
          <w:ilvl w:val="0"/>
          <w:numId w:val="12"/>
        </w:numPr>
        <w:tabs>
          <w:tab w:val="left" w:pos="900"/>
        </w:tabs>
        <w:ind w:left="426" w:hanging="426"/>
        <w:jc w:val="both"/>
        <w:rPr>
          <w:rFonts w:ascii="Arial Narrow" w:hAnsi="Arial Narrow"/>
        </w:rPr>
      </w:pPr>
      <w:r w:rsidRPr="003E6444">
        <w:rPr>
          <w:rFonts w:ascii="Arial Narrow" w:hAnsi="Arial Narrow"/>
        </w:rPr>
        <w:t>Czynsz  i inne opłaty wynikające z umowy N</w:t>
      </w:r>
      <w:r w:rsidR="004660CE" w:rsidRPr="003E6444">
        <w:rPr>
          <w:rFonts w:ascii="Arial Narrow" w:hAnsi="Arial Narrow"/>
        </w:rPr>
        <w:t>AJEMCA</w:t>
      </w:r>
      <w:r w:rsidRPr="003E6444">
        <w:rPr>
          <w:rFonts w:ascii="Arial Narrow" w:hAnsi="Arial Narrow"/>
        </w:rPr>
        <w:t xml:space="preserve"> opłacać będzie na wskazany na fakturze rachunek W</w:t>
      </w:r>
      <w:r w:rsidR="004660CE" w:rsidRPr="003E6444">
        <w:rPr>
          <w:rFonts w:ascii="Arial Narrow" w:hAnsi="Arial Narrow"/>
        </w:rPr>
        <w:t>YNAJMUJĄCEGO</w:t>
      </w:r>
      <w:r w:rsidRPr="003E6444">
        <w:rPr>
          <w:rFonts w:ascii="Arial Narrow" w:hAnsi="Arial Narrow"/>
        </w:rPr>
        <w:t xml:space="preserve">  i</w:t>
      </w:r>
      <w:r w:rsidRPr="003E6444">
        <w:rPr>
          <w:rFonts w:ascii="Arial Narrow" w:hAnsi="Arial Narrow"/>
          <w:bCs/>
        </w:rPr>
        <w:t xml:space="preserve"> w terminie określonym na fakturze, </w:t>
      </w:r>
      <w:r w:rsidRPr="003E6444">
        <w:rPr>
          <w:rFonts w:ascii="Arial Narrow" w:hAnsi="Arial Narrow"/>
        </w:rPr>
        <w:t xml:space="preserve">przy czym termin ten nie będzie krótszy niż 14 dni od daty wystawienia faktury. </w:t>
      </w:r>
    </w:p>
    <w:p w:rsidR="00A902E7" w:rsidRDefault="00A902E7" w:rsidP="003E6444">
      <w:pPr>
        <w:pStyle w:val="Akapitzlist"/>
        <w:numPr>
          <w:ilvl w:val="0"/>
          <w:numId w:val="12"/>
        </w:numPr>
        <w:ind w:left="426" w:hanging="426"/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razie zwłoki w uiszczeniu należności W</w:t>
      </w:r>
      <w:r w:rsidR="004660CE">
        <w:rPr>
          <w:rFonts w:ascii="Arial Narrow" w:hAnsi="Arial Narrow"/>
        </w:rPr>
        <w:t>YNAJMUJĄCEMU</w:t>
      </w:r>
      <w:r w:rsidRPr="00C05BAF">
        <w:rPr>
          <w:rFonts w:ascii="Arial Narrow" w:hAnsi="Arial Narrow"/>
        </w:rPr>
        <w:t xml:space="preserve"> przysługują odsetki ustawowe.</w:t>
      </w:r>
    </w:p>
    <w:p w:rsidR="00A902E7" w:rsidRPr="00C05BAF" w:rsidRDefault="00A902E7" w:rsidP="00395FE1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Opłaty z tytułu najmu wpłacane przez N</w:t>
      </w:r>
      <w:r w:rsidR="004660CE">
        <w:rPr>
          <w:rFonts w:ascii="Arial Narrow" w:hAnsi="Arial Narrow"/>
        </w:rPr>
        <w:t>AJEMCĘ</w:t>
      </w:r>
      <w:r w:rsidRPr="00C05BAF">
        <w:rPr>
          <w:rFonts w:ascii="Arial Narrow" w:hAnsi="Arial Narrow"/>
        </w:rPr>
        <w:t xml:space="preserve"> w pierwszej kolejności będą zaliczane na poczet odsetek za opóźnienie w zapłacie należności wynikających z niniejszej umowy .</w:t>
      </w:r>
    </w:p>
    <w:p w:rsidR="00A902E7" w:rsidRPr="00C05BAF" w:rsidRDefault="00A902E7" w:rsidP="00395FE1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bCs/>
        </w:rPr>
      </w:pPr>
      <w:r w:rsidRPr="00C05BAF">
        <w:rPr>
          <w:rFonts w:ascii="Arial Narrow" w:hAnsi="Arial Narrow"/>
          <w:bCs/>
        </w:rPr>
        <w:t>N</w:t>
      </w:r>
      <w:r w:rsidR="004660CE">
        <w:rPr>
          <w:rFonts w:ascii="Arial Narrow" w:hAnsi="Arial Narrow"/>
          <w:bCs/>
        </w:rPr>
        <w:t>AJEMCA</w:t>
      </w:r>
      <w:r w:rsidRPr="00C05BAF">
        <w:rPr>
          <w:rFonts w:ascii="Arial Narrow" w:hAnsi="Arial Narrow"/>
          <w:bCs/>
        </w:rPr>
        <w:t xml:space="preserve"> upoważnia W</w:t>
      </w:r>
      <w:r w:rsidR="004660CE">
        <w:rPr>
          <w:rFonts w:ascii="Arial Narrow" w:hAnsi="Arial Narrow"/>
          <w:bCs/>
        </w:rPr>
        <w:t>YNAJMUJĄCEGO</w:t>
      </w:r>
      <w:r w:rsidRPr="00C05BAF">
        <w:rPr>
          <w:rFonts w:ascii="Arial Narrow" w:hAnsi="Arial Narrow"/>
          <w:bCs/>
        </w:rPr>
        <w:t xml:space="preserve"> do wystawiania faktur VAT </w:t>
      </w:r>
      <w:r w:rsidR="00D33A2E">
        <w:rPr>
          <w:rFonts w:ascii="Arial Narrow" w:hAnsi="Arial Narrow"/>
          <w:bCs/>
        </w:rPr>
        <w:t xml:space="preserve">na wszelkie płatności wynikające z niniejszej Umowy </w:t>
      </w:r>
      <w:r w:rsidRPr="00C05BAF">
        <w:rPr>
          <w:rFonts w:ascii="Arial Narrow" w:hAnsi="Arial Narrow"/>
          <w:bCs/>
        </w:rPr>
        <w:t xml:space="preserve">bez podpisu </w:t>
      </w:r>
      <w:r w:rsidR="00D33A2E">
        <w:rPr>
          <w:rFonts w:ascii="Arial Narrow" w:hAnsi="Arial Narrow"/>
          <w:bCs/>
        </w:rPr>
        <w:t>N</w:t>
      </w:r>
      <w:r w:rsidR="004660CE">
        <w:rPr>
          <w:rFonts w:ascii="Arial Narrow" w:hAnsi="Arial Narrow"/>
          <w:bCs/>
        </w:rPr>
        <w:t>AJEMCY</w:t>
      </w:r>
      <w:r w:rsidR="00D33A2E">
        <w:rPr>
          <w:rFonts w:ascii="Arial Narrow" w:hAnsi="Arial Narrow"/>
          <w:bCs/>
        </w:rPr>
        <w:t xml:space="preserve"> .</w:t>
      </w:r>
    </w:p>
    <w:p w:rsidR="00A902E7" w:rsidRPr="00CD40DB" w:rsidRDefault="00A902E7" w:rsidP="00395FE1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Czynsz najmu będzie waloryzowany corocznie o średnioroczny wskaźnik cen towarów i usług konsumpcyjnych ogółem publikowany przez Prezesa </w:t>
      </w:r>
      <w:r w:rsidRPr="00AA6838">
        <w:rPr>
          <w:rFonts w:ascii="Arial Narrow" w:hAnsi="Arial Narrow"/>
        </w:rPr>
        <w:t>Głównego Urzędu</w:t>
      </w:r>
      <w:r w:rsidRPr="00A902E7">
        <w:rPr>
          <w:rFonts w:ascii="Arial Narrow" w:hAnsi="Arial Narrow"/>
        </w:rPr>
        <w:t xml:space="preserve"> </w:t>
      </w:r>
      <w:r w:rsidRPr="00AA6838">
        <w:rPr>
          <w:rFonts w:ascii="Arial Narrow" w:hAnsi="Arial Narrow"/>
        </w:rPr>
        <w:t>Statystycznego</w:t>
      </w:r>
      <w:r w:rsidR="003E6444">
        <w:rPr>
          <w:rFonts w:ascii="Arial Narrow" w:hAnsi="Arial Narrow"/>
        </w:rPr>
        <w:t xml:space="preserve"> i nie</w:t>
      </w:r>
    </w:p>
    <w:p w:rsidR="00A902E7" w:rsidRPr="00A902E7" w:rsidRDefault="00A902E7" w:rsidP="00A902E7">
      <w:pPr>
        <w:ind w:left="360"/>
        <w:jc w:val="both"/>
        <w:rPr>
          <w:rFonts w:ascii="Arial Narrow" w:hAnsi="Arial Narrow"/>
        </w:rPr>
      </w:pPr>
      <w:r w:rsidRPr="00A902E7">
        <w:rPr>
          <w:rFonts w:ascii="Arial Narrow" w:hAnsi="Arial Narrow"/>
        </w:rPr>
        <w:t>wymaga to odrębnych aneksów. Waloryzacja powyżej wskaźnika wzrostu cen wymaga formy aneksu.</w:t>
      </w:r>
    </w:p>
    <w:p w:rsidR="00A902E7" w:rsidRDefault="00A902E7" w:rsidP="00395FE1">
      <w:pPr>
        <w:pStyle w:val="Akapitzlist"/>
        <w:numPr>
          <w:ilvl w:val="0"/>
          <w:numId w:val="12"/>
        </w:numPr>
        <w:rPr>
          <w:rFonts w:ascii="Arial Narrow" w:hAnsi="Arial Narrow"/>
        </w:rPr>
      </w:pPr>
      <w:r w:rsidRPr="00AA6838">
        <w:rPr>
          <w:rFonts w:ascii="Arial Narrow" w:hAnsi="Arial Narrow"/>
        </w:rPr>
        <w:t>Zmiana okoliczności nieuregulowanych umową mających wpływ na wysokość czynszu   zostanie określona w drodze aneksu do niniejszej umowy.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</w:p>
    <w:p w:rsidR="00F37E44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3E6444" w:rsidRDefault="003E6444" w:rsidP="00837AA9">
      <w:pPr>
        <w:jc w:val="center"/>
        <w:rPr>
          <w:rFonts w:ascii="Arial Narrow" w:hAnsi="Arial Narrow"/>
          <w:b/>
          <w:bCs/>
        </w:rPr>
      </w:pPr>
    </w:p>
    <w:p w:rsidR="003E6444" w:rsidRDefault="003E6444" w:rsidP="003E6444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 xml:space="preserve">w dniu … 2017r.  </w:t>
      </w:r>
      <w:r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 xml:space="preserve">….zł </w:t>
      </w:r>
      <w:r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…dwieście</w:t>
      </w:r>
      <w:r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3E6444" w:rsidRDefault="003E6444" w:rsidP="003E6444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kwocie nominalnej w ciągu miesiąca od dnia protokolarnego przekazania przedmiotu najmu, po potrąceniu ewentualnych zobowiązań Najemcy wobec Wynajmującego z tytułu należności za przedmiot najmu. 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F37E44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EB37DC" w:rsidRPr="00EB37DC" w:rsidRDefault="00F639C6" w:rsidP="003E6444">
      <w:pPr>
        <w:pStyle w:val="Akapitzlist"/>
        <w:numPr>
          <w:ilvl w:val="0"/>
          <w:numId w:val="24"/>
        </w:numPr>
        <w:ind w:left="426" w:hanging="426"/>
        <w:jc w:val="both"/>
        <w:rPr>
          <w:rFonts w:ascii="Arial Narrow" w:hAnsi="Arial Narrow"/>
        </w:rPr>
      </w:pPr>
      <w:r w:rsidRPr="00EB37DC">
        <w:rPr>
          <w:rFonts w:ascii="Arial Narrow" w:hAnsi="Arial Narrow"/>
        </w:rPr>
        <w:t>N</w:t>
      </w:r>
      <w:r w:rsidR="00EB37DC" w:rsidRPr="00EB37DC">
        <w:rPr>
          <w:rFonts w:ascii="Arial Narrow" w:hAnsi="Arial Narrow"/>
        </w:rPr>
        <w:t>AJEMCA</w:t>
      </w:r>
      <w:r w:rsidRPr="00EB37DC">
        <w:rPr>
          <w:rFonts w:ascii="Arial Narrow" w:hAnsi="Arial Narrow"/>
        </w:rPr>
        <w:t xml:space="preserve"> zobowiązany jest wykonywać we własnym zakresie i na własny koszt konserwację</w:t>
      </w:r>
    </w:p>
    <w:p w:rsidR="00F639C6" w:rsidRPr="00EB37DC" w:rsidRDefault="00EB37DC" w:rsidP="00EB37DC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F639C6" w:rsidRPr="00EB37DC">
        <w:rPr>
          <w:rFonts w:ascii="Arial Narrow" w:hAnsi="Arial Narrow"/>
        </w:rPr>
        <w:t xml:space="preserve"> przedmiotu najmu oraz remonty bieżące w rozumieniu przepisów prawa budowlanego.</w:t>
      </w:r>
    </w:p>
    <w:p w:rsidR="00F639C6" w:rsidRPr="00EB37DC" w:rsidRDefault="00F639C6" w:rsidP="00EB37DC">
      <w:pPr>
        <w:pStyle w:val="Akapitzlist"/>
        <w:numPr>
          <w:ilvl w:val="0"/>
          <w:numId w:val="24"/>
        </w:numPr>
        <w:jc w:val="both"/>
        <w:rPr>
          <w:rFonts w:ascii="Arial Narrow" w:hAnsi="Arial Narrow"/>
        </w:rPr>
      </w:pPr>
      <w:r w:rsidRPr="00EB37DC">
        <w:rPr>
          <w:rFonts w:ascii="Arial Narrow" w:hAnsi="Arial Narrow"/>
        </w:rPr>
        <w:t>Realizacja prac, o których mowa wyżej, nie zwalnia N</w:t>
      </w:r>
      <w:r w:rsidR="00EB37DC" w:rsidRPr="00EB37DC">
        <w:rPr>
          <w:rFonts w:ascii="Arial Narrow" w:hAnsi="Arial Narrow"/>
        </w:rPr>
        <w:t>AJEMCY</w:t>
      </w:r>
      <w:r w:rsidRPr="00EB37DC">
        <w:rPr>
          <w:rFonts w:ascii="Arial Narrow" w:hAnsi="Arial Narrow"/>
        </w:rPr>
        <w:t xml:space="preserve"> z obowiązku wnoszenia czynszu i </w:t>
      </w:r>
      <w:r w:rsidR="00EB37DC">
        <w:rPr>
          <w:rFonts w:ascii="Arial Narrow" w:hAnsi="Arial Narrow"/>
        </w:rPr>
        <w:t>po</w:t>
      </w:r>
      <w:r w:rsidRPr="00EB37DC">
        <w:rPr>
          <w:rFonts w:ascii="Arial Narrow" w:hAnsi="Arial Narrow"/>
        </w:rPr>
        <w:t>zostałych opłat.</w:t>
      </w:r>
    </w:p>
    <w:p w:rsidR="00F639C6" w:rsidRPr="00F639C6" w:rsidRDefault="00F639C6" w:rsidP="003E6444">
      <w:pPr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F639C6">
        <w:rPr>
          <w:rFonts w:ascii="Arial Narrow" w:hAnsi="Arial Narrow"/>
        </w:rPr>
        <w:t>N</w:t>
      </w:r>
      <w:r w:rsidR="00EB37DC">
        <w:rPr>
          <w:rFonts w:ascii="Arial Narrow" w:hAnsi="Arial Narrow"/>
        </w:rPr>
        <w:t>AJEMCA</w:t>
      </w:r>
      <w:r w:rsidRPr="00F639C6">
        <w:rPr>
          <w:rFonts w:ascii="Arial Narrow" w:hAnsi="Arial Narrow"/>
        </w:rPr>
        <w:t xml:space="preserve"> zobowiązany jest do dbania o utrzymanie czystości wokół wynajmowanego lokalu.</w:t>
      </w:r>
    </w:p>
    <w:p w:rsidR="00D57925" w:rsidRDefault="00D57925" w:rsidP="003E6444">
      <w:pPr>
        <w:ind w:left="360" w:hanging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>N</w:t>
      </w:r>
      <w:r w:rsidR="00EB37DC">
        <w:rPr>
          <w:rFonts w:ascii="Arial Narrow" w:hAnsi="Arial Narrow"/>
          <w:bCs/>
        </w:rPr>
        <w:t>AJEMCA</w:t>
      </w:r>
      <w:r w:rsidR="00F639C6" w:rsidRPr="00F639C6">
        <w:rPr>
          <w:rFonts w:ascii="Arial Narrow" w:hAnsi="Arial Narrow"/>
          <w:bCs/>
        </w:rPr>
        <w:t xml:space="preserve"> jest zobowiązany wykorzystywać przedmiot najmu zgodnie z  przeznaczeniem, dbać </w:t>
      </w:r>
    </w:p>
    <w:p w:rsidR="00D57925" w:rsidRDefault="003E6444" w:rsidP="003E6444">
      <w:pPr>
        <w:ind w:left="360" w:hanging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D57925">
        <w:rPr>
          <w:rFonts w:ascii="Arial Narrow" w:hAnsi="Arial Narrow"/>
          <w:bCs/>
        </w:rPr>
        <w:t xml:space="preserve"> </w:t>
      </w:r>
      <w:r w:rsidR="00F639C6" w:rsidRPr="00F639C6">
        <w:rPr>
          <w:rFonts w:ascii="Arial Narrow" w:hAnsi="Arial Narrow"/>
          <w:bCs/>
        </w:rPr>
        <w:t xml:space="preserve">o </w:t>
      </w:r>
      <w:r w:rsidR="00D57925">
        <w:rPr>
          <w:rFonts w:ascii="Arial Narrow" w:hAnsi="Arial Narrow"/>
          <w:bCs/>
        </w:rPr>
        <w:t xml:space="preserve"> </w:t>
      </w:r>
      <w:r w:rsidR="00F639C6" w:rsidRPr="00F639C6">
        <w:rPr>
          <w:rFonts w:ascii="Arial Narrow" w:hAnsi="Arial Narrow"/>
          <w:bCs/>
        </w:rPr>
        <w:t>stan techniczny przedmiotu najmu, korzystać z niego z należytą starannością oraz</w:t>
      </w:r>
      <w:r w:rsidR="00D57925">
        <w:rPr>
          <w:rFonts w:ascii="Arial Narrow" w:hAnsi="Arial Narrow"/>
          <w:bCs/>
        </w:rPr>
        <w:t xml:space="preserve"> </w:t>
      </w:r>
    </w:p>
    <w:p w:rsidR="00F639C6" w:rsidRDefault="00F639C6" w:rsidP="00806410">
      <w:pPr>
        <w:ind w:left="360" w:hanging="76"/>
        <w:rPr>
          <w:rFonts w:ascii="Arial Narrow" w:hAnsi="Arial Narrow"/>
          <w:bCs/>
        </w:rPr>
      </w:pPr>
      <w:r w:rsidRPr="00F639C6">
        <w:rPr>
          <w:rFonts w:ascii="Arial Narrow" w:hAnsi="Arial Narrow"/>
          <w:bCs/>
        </w:rPr>
        <w:t>przestrzegać przepisów p/poż, sanitarnych itp..</w:t>
      </w:r>
    </w:p>
    <w:p w:rsidR="00D57925" w:rsidRPr="00806410" w:rsidRDefault="00806410" w:rsidP="00806410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5.</w:t>
      </w:r>
      <w:r w:rsidR="00D57925" w:rsidRPr="00806410">
        <w:rPr>
          <w:rFonts w:ascii="Arial Narrow" w:hAnsi="Arial Narrow"/>
          <w:bCs/>
        </w:rPr>
        <w:t>N</w:t>
      </w:r>
      <w:r w:rsidR="00EB37DC" w:rsidRPr="00806410">
        <w:rPr>
          <w:rFonts w:ascii="Arial Narrow" w:hAnsi="Arial Narrow"/>
          <w:bCs/>
        </w:rPr>
        <w:t>AJEMCA</w:t>
      </w:r>
      <w:r w:rsidR="00D57925" w:rsidRPr="00806410">
        <w:rPr>
          <w:rFonts w:ascii="Arial Narrow" w:hAnsi="Arial Narrow"/>
          <w:bCs/>
        </w:rPr>
        <w:t xml:space="preserve"> zobowiązany jest do wykonania wszelkich prac niezbędnych do przystosowania </w:t>
      </w:r>
    </w:p>
    <w:p w:rsidR="00D57925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</w:t>
      </w:r>
      <w:r w:rsidRPr="00D57925">
        <w:rPr>
          <w:rFonts w:ascii="Arial Narrow" w:hAnsi="Arial Narrow"/>
          <w:bCs/>
        </w:rPr>
        <w:t>przedmiotowego lokalu do prowadzonej przez niego działalności</w:t>
      </w:r>
    </w:p>
    <w:p w:rsidR="00D57925" w:rsidRDefault="00D57925" w:rsidP="00D57925">
      <w:pPr>
        <w:rPr>
          <w:rFonts w:ascii="Arial Narrow" w:hAnsi="Arial Narrow"/>
          <w:b/>
        </w:rPr>
      </w:pPr>
      <w:r>
        <w:rPr>
          <w:rFonts w:ascii="Arial Narrow" w:hAnsi="Arial Narrow"/>
        </w:rPr>
        <w:t>6</w:t>
      </w:r>
      <w:r w:rsidRPr="00D57925">
        <w:rPr>
          <w:rFonts w:ascii="Arial Narrow" w:hAnsi="Arial Narrow"/>
        </w:rPr>
        <w:t>.</w:t>
      </w:r>
      <w:r w:rsidR="00F639C6" w:rsidRPr="00D57925">
        <w:rPr>
          <w:rFonts w:ascii="Arial Narrow" w:hAnsi="Arial Narrow"/>
        </w:rPr>
        <w:t>W</w:t>
      </w:r>
      <w:r w:rsidR="00EB37DC">
        <w:rPr>
          <w:rFonts w:ascii="Arial Narrow" w:hAnsi="Arial Narrow"/>
        </w:rPr>
        <w:t>YNAJMUJĄCY</w:t>
      </w:r>
      <w:r w:rsidR="00F639C6" w:rsidRPr="00D57925">
        <w:rPr>
          <w:rFonts w:ascii="Arial Narrow" w:hAnsi="Arial Narrow"/>
        </w:rPr>
        <w:t xml:space="preserve"> lub osoba przez niego upoważniona jest uprawniony do dokonywania kontroli </w:t>
      </w:r>
      <w:r w:rsidR="00F639C6" w:rsidRPr="00D57925">
        <w:rPr>
          <w:rFonts w:ascii="Arial Narrow" w:hAnsi="Arial Narrow"/>
          <w:b/>
        </w:rPr>
        <w:t>w</w:t>
      </w:r>
    </w:p>
    <w:p w:rsidR="00D57925" w:rsidRDefault="00D57925" w:rsidP="00D57925">
      <w:pPr>
        <w:rPr>
          <w:rFonts w:ascii="Arial Narrow" w:hAnsi="Arial Narrow"/>
        </w:rPr>
      </w:pPr>
      <w:r>
        <w:rPr>
          <w:rFonts w:ascii="Arial Narrow" w:hAnsi="Arial Narrow"/>
          <w:b/>
        </w:rPr>
        <w:lastRenderedPageBreak/>
        <w:t xml:space="preserve">  </w:t>
      </w:r>
      <w:r w:rsidR="009837F9">
        <w:rPr>
          <w:rFonts w:ascii="Arial Narrow" w:hAnsi="Arial Narrow"/>
          <w:b/>
        </w:rPr>
        <w:t xml:space="preserve"> </w:t>
      </w:r>
      <w:r w:rsidR="00F639C6" w:rsidRPr="00D57925">
        <w:rPr>
          <w:rFonts w:ascii="Arial Narrow" w:hAnsi="Arial Narrow"/>
        </w:rPr>
        <w:t>lokalu w celu sprawdzenia czy N</w:t>
      </w:r>
      <w:r w:rsidR="00EB37DC">
        <w:rPr>
          <w:rFonts w:ascii="Arial Narrow" w:hAnsi="Arial Narrow"/>
        </w:rPr>
        <w:t>AJEMCA</w:t>
      </w:r>
      <w:r w:rsidR="00F639C6" w:rsidRPr="00D57925">
        <w:rPr>
          <w:rFonts w:ascii="Arial Narrow" w:hAnsi="Arial Narrow"/>
        </w:rPr>
        <w:t xml:space="preserve"> w sposób należyty i prawidłowy wywiązuje się z </w:t>
      </w:r>
    </w:p>
    <w:p w:rsidR="00F639C6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 </w:t>
      </w:r>
      <w:r w:rsidR="009837F9">
        <w:rPr>
          <w:rFonts w:ascii="Arial Narrow" w:hAnsi="Arial Narrow"/>
        </w:rPr>
        <w:t xml:space="preserve"> </w:t>
      </w:r>
      <w:r w:rsidR="00F639C6" w:rsidRPr="00D57925">
        <w:rPr>
          <w:rFonts w:ascii="Arial Narrow" w:hAnsi="Arial Narrow"/>
        </w:rPr>
        <w:t>postanowień niniejszej umowy</w:t>
      </w:r>
    </w:p>
    <w:p w:rsidR="00094B3A" w:rsidRDefault="00D57925" w:rsidP="00D57925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7. </w:t>
      </w:r>
      <w:r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p</w:t>
      </w:r>
      <w:r w:rsidR="00D57925" w:rsidRPr="00C5692E">
        <w:rPr>
          <w:rFonts w:ascii="Arial Narrow" w:hAnsi="Arial Narrow"/>
        </w:rPr>
        <w:t>otrzeba napraw, które obciążają W</w:t>
      </w:r>
      <w:r w:rsidR="00EB37DC">
        <w:rPr>
          <w:rFonts w:ascii="Arial Narrow" w:hAnsi="Arial Narrow"/>
        </w:rPr>
        <w:t>YNAJMUJĄCEGO</w:t>
      </w:r>
      <w:r w:rsidR="00D57925" w:rsidRPr="00C5692E">
        <w:rPr>
          <w:rFonts w:ascii="Arial Narrow" w:hAnsi="Arial Narrow"/>
        </w:rPr>
        <w:t xml:space="preserve"> – N</w:t>
      </w:r>
      <w:r w:rsidR="00EB37DC">
        <w:rPr>
          <w:rFonts w:ascii="Arial Narrow" w:hAnsi="Arial Narrow"/>
        </w:rPr>
        <w:t>AJEMCA</w:t>
      </w:r>
      <w:r w:rsidR="00D57925" w:rsidRPr="00C5692E">
        <w:rPr>
          <w:rFonts w:ascii="Arial Narrow" w:hAnsi="Arial Narrow"/>
        </w:rPr>
        <w:t xml:space="preserve">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9837F9">
        <w:rPr>
          <w:rFonts w:ascii="Arial Narrow" w:hAnsi="Arial Narrow"/>
        </w:rPr>
        <w:t xml:space="preserve">  </w:t>
      </w:r>
      <w:r w:rsidR="00D57925" w:rsidRPr="00C5692E">
        <w:rPr>
          <w:rFonts w:ascii="Arial Narrow" w:hAnsi="Arial Narrow"/>
        </w:rPr>
        <w:t>zawiadomić W</w:t>
      </w:r>
      <w:r w:rsidR="00EB37DC">
        <w:rPr>
          <w:rFonts w:ascii="Arial Narrow" w:hAnsi="Arial Narrow"/>
        </w:rPr>
        <w:t>YNAJMUJĄCEGO</w:t>
      </w:r>
      <w:r w:rsidR="00D57925" w:rsidRPr="00C5692E">
        <w:rPr>
          <w:rFonts w:ascii="Arial Narrow" w:hAnsi="Arial Narrow"/>
        </w:rPr>
        <w:t>, w przeciwnym razie sam odpowiada za powstałe szkody.</w:t>
      </w:r>
    </w:p>
    <w:p w:rsidR="00F37E44" w:rsidRDefault="00F37E44" w:rsidP="00837AA9">
      <w:pPr>
        <w:jc w:val="center"/>
        <w:rPr>
          <w:rFonts w:ascii="Arial Narrow" w:hAnsi="Arial Narrow"/>
          <w:b/>
          <w:bCs/>
        </w:rPr>
      </w:pPr>
    </w:p>
    <w:p w:rsidR="00984B1B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</w:t>
      </w:r>
      <w:r w:rsidR="000001C2">
        <w:rPr>
          <w:rFonts w:ascii="Arial Narrow" w:hAnsi="Arial Narrow"/>
          <w:bCs/>
        </w:rPr>
        <w:t>AJEMCA</w:t>
      </w:r>
      <w:r w:rsidRPr="00066A3D">
        <w:rPr>
          <w:rFonts w:ascii="Arial Narrow" w:hAnsi="Arial Narrow"/>
          <w:bCs/>
        </w:rPr>
        <w:t xml:space="preserve">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F37E44" w:rsidRPr="00F37E44" w:rsidRDefault="00066A3D" w:rsidP="00F37E44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F37E44">
        <w:rPr>
          <w:rFonts w:ascii="Arial Narrow" w:hAnsi="Arial Narrow"/>
        </w:rPr>
        <w:t>wynajmowany</w:t>
      </w:r>
      <w:r w:rsidR="007213D8" w:rsidRPr="00F37E44">
        <w:rPr>
          <w:rFonts w:ascii="Arial Narrow" w:hAnsi="Arial Narrow"/>
        </w:rPr>
        <w:t xml:space="preserve"> </w:t>
      </w:r>
      <w:r w:rsidRPr="00F37E44">
        <w:rPr>
          <w:rFonts w:ascii="Arial Narrow" w:hAnsi="Arial Narrow"/>
        </w:rPr>
        <w:t xml:space="preserve">lokal będzie </w:t>
      </w:r>
      <w:r w:rsidR="007213D8" w:rsidRPr="00F37E44">
        <w:rPr>
          <w:rFonts w:ascii="Arial Narrow" w:hAnsi="Arial Narrow"/>
        </w:rPr>
        <w:t xml:space="preserve">używał wyłącznie </w:t>
      </w:r>
      <w:r w:rsidRPr="00F37E44">
        <w:rPr>
          <w:rFonts w:ascii="Arial Narrow" w:hAnsi="Arial Narrow"/>
        </w:rPr>
        <w:t xml:space="preserve">z przeznaczeniem </w:t>
      </w:r>
      <w:r w:rsidR="00F37E44" w:rsidRPr="00F37E44">
        <w:rPr>
          <w:rFonts w:ascii="Arial Narrow" w:hAnsi="Arial Narrow"/>
        </w:rPr>
        <w:t xml:space="preserve">działalność w zakresie </w:t>
      </w:r>
    </w:p>
    <w:p w:rsidR="00066A3D" w:rsidRPr="00F37E44" w:rsidRDefault="00F37E44" w:rsidP="00F37E44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F37E44">
        <w:rPr>
          <w:rFonts w:ascii="Arial Narrow" w:hAnsi="Arial Narrow"/>
        </w:rPr>
        <w:t>biurowym</w:t>
      </w:r>
      <w:r w:rsidR="008911F8" w:rsidRPr="00F37E44">
        <w:rPr>
          <w:rFonts w:ascii="Arial Narrow" w:hAnsi="Arial Narrow"/>
          <w:b/>
        </w:rPr>
        <w:t>.</w:t>
      </w:r>
    </w:p>
    <w:p w:rsidR="00066A3D" w:rsidRPr="00F37E44" w:rsidRDefault="00066A3D" w:rsidP="00F37E44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F37E44">
        <w:rPr>
          <w:rFonts w:ascii="Arial Narrow" w:hAnsi="Arial Narrow"/>
        </w:rPr>
        <w:t>działalność realizowana w przedmiocie najmu nie będzie powodowała żadnych negatywnych</w:t>
      </w:r>
    </w:p>
    <w:p w:rsidR="00066A3D" w:rsidRP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t>N</w:t>
      </w:r>
      <w:r w:rsidR="000001C2">
        <w:rPr>
          <w:rFonts w:ascii="Arial Narrow" w:hAnsi="Arial Narrow"/>
        </w:rPr>
        <w:t>AJEMCA</w:t>
      </w:r>
      <w:r w:rsidRPr="007213D8">
        <w:rPr>
          <w:rFonts w:ascii="Arial Narrow" w:hAnsi="Arial Narrow"/>
        </w:rPr>
        <w:t xml:space="preserve">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udostępniania W</w:t>
      </w:r>
      <w:r w:rsidR="000001C2">
        <w:rPr>
          <w:rFonts w:ascii="Arial Narrow" w:hAnsi="Arial Narrow"/>
          <w:bCs/>
        </w:rPr>
        <w:t>YNAJMUJĄCEMU</w:t>
      </w:r>
      <w:r>
        <w:rPr>
          <w:rFonts w:ascii="Arial Narrow" w:hAnsi="Arial Narrow"/>
          <w:bCs/>
        </w:rPr>
        <w:t xml:space="preserve"> lokalu celem umożliwienia kontroli jego stanu po uprzednim powiadomieniu N</w:t>
      </w:r>
      <w:r w:rsidR="000001C2">
        <w:rPr>
          <w:rFonts w:ascii="Arial Narrow" w:hAnsi="Arial Narrow"/>
          <w:bCs/>
        </w:rPr>
        <w:t>AJEMCY</w:t>
      </w:r>
      <w:r>
        <w:rPr>
          <w:rFonts w:ascii="Arial Narrow" w:hAnsi="Arial Narrow"/>
          <w:bCs/>
        </w:rPr>
        <w:t xml:space="preserve">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8911F8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</w:t>
      </w:r>
      <w:r w:rsidR="008911F8">
        <w:rPr>
          <w:rFonts w:ascii="Arial Narrow" w:hAnsi="Arial Narrow"/>
          <w:bCs/>
        </w:rPr>
        <w:t xml:space="preserve"> aż</w:t>
      </w:r>
      <w:r>
        <w:rPr>
          <w:rFonts w:ascii="Arial Narrow" w:hAnsi="Arial Narrow"/>
          <w:bCs/>
        </w:rPr>
        <w:t xml:space="preserve">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0001C2">
      <w:pPr>
        <w:pStyle w:val="Akapitzlist"/>
        <w:numPr>
          <w:ilvl w:val="0"/>
          <w:numId w:val="14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 przypadku powstania konieczności przeprowadzenia napraw obciążających W</w:t>
      </w:r>
      <w:r w:rsidR="000001C2">
        <w:rPr>
          <w:rFonts w:ascii="Arial Narrow" w:hAnsi="Arial Narrow"/>
          <w:bCs/>
        </w:rPr>
        <w:t>YNAJMUJĄCEMU</w:t>
      </w:r>
      <w:r>
        <w:rPr>
          <w:rFonts w:ascii="Arial Narrow" w:hAnsi="Arial Narrow"/>
          <w:bCs/>
        </w:rPr>
        <w:t>, N</w:t>
      </w:r>
      <w:r w:rsidR="000001C2">
        <w:rPr>
          <w:rFonts w:ascii="Arial Narrow" w:hAnsi="Arial Narrow"/>
          <w:bCs/>
        </w:rPr>
        <w:t>AJEMCA</w:t>
      </w:r>
      <w:r>
        <w:rPr>
          <w:rFonts w:ascii="Arial Narrow" w:hAnsi="Arial Narrow"/>
          <w:bCs/>
        </w:rPr>
        <w:t xml:space="preserve"> zobowiązany jest powiadomić o tym W</w:t>
      </w:r>
      <w:r w:rsidR="000001C2">
        <w:rPr>
          <w:rFonts w:ascii="Arial Narrow" w:hAnsi="Arial Narrow"/>
          <w:bCs/>
        </w:rPr>
        <w:t>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0001C2" w:rsidRDefault="007C7ECB" w:rsidP="000001C2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0001C2">
        <w:rPr>
          <w:rFonts w:ascii="Arial Narrow" w:hAnsi="Arial Narrow"/>
        </w:rPr>
        <w:t>W przypadku, gdy konieczne dokonanie napraw, za które odpowiedzialny jest W</w:t>
      </w:r>
      <w:r w:rsidR="000001C2">
        <w:rPr>
          <w:rFonts w:ascii="Arial Narrow" w:hAnsi="Arial Narrow"/>
        </w:rPr>
        <w:t>YNAJMUJĄCY</w:t>
      </w:r>
      <w:r w:rsidRPr="000001C2">
        <w:rPr>
          <w:rFonts w:ascii="Arial Narrow" w:hAnsi="Arial Narrow"/>
        </w:rPr>
        <w:t xml:space="preserve">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0001C2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przeglądów) - N</w:t>
      </w:r>
      <w:r w:rsidR="000001C2">
        <w:rPr>
          <w:rFonts w:ascii="Arial Narrow" w:hAnsi="Arial Narrow"/>
        </w:rPr>
        <w:t>AJEMCA</w:t>
      </w:r>
      <w:r w:rsidRPr="00094B3A">
        <w:rPr>
          <w:rFonts w:ascii="Arial Narrow" w:hAnsi="Arial Narrow"/>
        </w:rPr>
        <w:t xml:space="preserve"> zapewni wolny dostęp do przedmiotu najmu, jego pracownikom bądź</w:t>
      </w:r>
    </w:p>
    <w:p w:rsidR="000001C2" w:rsidRDefault="000001C2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 w:rsidRPr="00094B3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7C7ECB" w:rsidRPr="00094B3A">
        <w:rPr>
          <w:rFonts w:ascii="Arial Narrow" w:hAnsi="Arial Narrow"/>
        </w:rPr>
        <w:t>innym</w:t>
      </w:r>
      <w:r w:rsidR="007C7ECB">
        <w:rPr>
          <w:rFonts w:ascii="Arial Narrow" w:hAnsi="Arial Narrow"/>
        </w:rPr>
        <w:t xml:space="preserve"> </w:t>
      </w:r>
      <w:r w:rsidR="007C7ECB" w:rsidRPr="00094B3A">
        <w:rPr>
          <w:rFonts w:ascii="Arial Narrow" w:hAnsi="Arial Narrow"/>
        </w:rPr>
        <w:t xml:space="preserve"> osobom wskazanym przez W</w:t>
      </w:r>
      <w:r>
        <w:rPr>
          <w:rFonts w:ascii="Arial Narrow" w:hAnsi="Arial Narrow"/>
        </w:rPr>
        <w:t>YNAJMUJĄCEGO</w:t>
      </w:r>
      <w:r w:rsidR="007C7ECB" w:rsidRPr="00094B3A">
        <w:rPr>
          <w:rFonts w:ascii="Arial Narrow" w:hAnsi="Arial Narrow"/>
        </w:rPr>
        <w:t xml:space="preserve">, w terminie wskazanym przez </w:t>
      </w:r>
    </w:p>
    <w:p w:rsidR="007C7ECB" w:rsidRDefault="000001C2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7C7ECB" w:rsidRPr="00094B3A">
        <w:rPr>
          <w:rFonts w:ascii="Arial Narrow" w:hAnsi="Arial Narrow"/>
        </w:rPr>
        <w:t>W</w:t>
      </w:r>
      <w:r>
        <w:rPr>
          <w:rFonts w:ascii="Arial Narrow" w:hAnsi="Arial Narrow"/>
        </w:rPr>
        <w:t>YNAJMUJĄCEGO</w:t>
      </w:r>
      <w:r w:rsidR="007C7ECB" w:rsidRPr="00094B3A">
        <w:rPr>
          <w:rFonts w:ascii="Arial Narrow" w:hAnsi="Arial Narrow"/>
        </w:rPr>
        <w:t xml:space="preserve">. </w:t>
      </w:r>
    </w:p>
    <w:p w:rsidR="000001C2" w:rsidRPr="000001C2" w:rsidRDefault="007C7ECB" w:rsidP="000001C2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0001C2">
        <w:rPr>
          <w:rFonts w:ascii="Arial Narrow" w:hAnsi="Arial Narrow"/>
        </w:rPr>
        <w:t>W przypadku braku zapewnienia powyższego dostępu, W</w:t>
      </w:r>
      <w:r w:rsidR="000001C2" w:rsidRPr="000001C2">
        <w:rPr>
          <w:rFonts w:ascii="Arial Narrow" w:hAnsi="Arial Narrow"/>
        </w:rPr>
        <w:t>YNAJMUJĄCY</w:t>
      </w:r>
      <w:r w:rsidRPr="000001C2">
        <w:rPr>
          <w:rFonts w:ascii="Arial Narrow" w:hAnsi="Arial Narrow"/>
        </w:rPr>
        <w:t xml:space="preserve"> jest uprawniony do</w:t>
      </w:r>
    </w:p>
    <w:p w:rsidR="005C02A0" w:rsidRDefault="000001C2" w:rsidP="000001C2">
      <w:pPr>
        <w:rPr>
          <w:rFonts w:ascii="Arial Narrow" w:hAnsi="Arial Narrow"/>
        </w:rPr>
      </w:pPr>
      <w:r w:rsidRPr="000001C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</w:t>
      </w:r>
      <w:r w:rsidR="007C7ECB" w:rsidRPr="000001C2">
        <w:rPr>
          <w:rFonts w:ascii="Arial Narrow" w:hAnsi="Arial Narrow"/>
        </w:rPr>
        <w:t xml:space="preserve"> wejścia do</w:t>
      </w:r>
      <w:r>
        <w:rPr>
          <w:rFonts w:ascii="Arial Narrow" w:hAnsi="Arial Narrow"/>
        </w:rPr>
        <w:t xml:space="preserve"> </w:t>
      </w:r>
      <w:r w:rsidR="007C7ECB" w:rsidRPr="007C7ECB">
        <w:rPr>
          <w:rFonts w:ascii="Arial Narrow" w:hAnsi="Arial Narrow"/>
        </w:rPr>
        <w:t xml:space="preserve"> przedmiotu najmu bez zgody N</w:t>
      </w:r>
      <w:r>
        <w:rPr>
          <w:rFonts w:ascii="Arial Narrow" w:hAnsi="Arial Narrow"/>
        </w:rPr>
        <w:t>AJEMCY</w:t>
      </w:r>
      <w:r w:rsidR="007C7ECB" w:rsidRPr="007C7ECB">
        <w:rPr>
          <w:rFonts w:ascii="Arial Narrow" w:hAnsi="Arial Narrow"/>
        </w:rPr>
        <w:t>.</w:t>
      </w:r>
    </w:p>
    <w:p w:rsidR="008911F8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>§ 7</w:t>
      </w: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806410" w:rsidRDefault="00806410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</w:t>
      </w:r>
      <w:r w:rsidR="000001C2">
        <w:rPr>
          <w:rFonts w:ascii="Arial Narrow" w:hAnsi="Arial Narrow"/>
          <w:bCs/>
        </w:rPr>
        <w:t>YNAJMUJ ACY</w:t>
      </w:r>
      <w:r>
        <w:rPr>
          <w:rFonts w:ascii="Arial Narrow" w:hAnsi="Arial Narrow"/>
          <w:bCs/>
        </w:rPr>
        <w:t xml:space="preserve">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0001C2">
        <w:rPr>
          <w:rFonts w:ascii="Arial Narrow" w:hAnsi="Arial Narrow"/>
          <w:bCs/>
        </w:rPr>
        <w:t>YNAJMUJĄCY</w:t>
      </w:r>
      <w:r>
        <w:rPr>
          <w:rFonts w:ascii="Arial Narrow" w:hAnsi="Arial Narrow"/>
          <w:bCs/>
        </w:rPr>
        <w:t xml:space="preserve">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</w:t>
      </w:r>
      <w:r w:rsidR="000001C2">
        <w:rPr>
          <w:rFonts w:ascii="Arial Narrow" w:hAnsi="Arial Narrow"/>
          <w:bCs/>
        </w:rPr>
        <w:t>AJEMCY</w:t>
      </w:r>
      <w:r w:rsidR="00FA6DD8">
        <w:rPr>
          <w:rFonts w:ascii="Arial Narrow" w:hAnsi="Arial Narrow"/>
          <w:bCs/>
        </w:rPr>
        <w:t>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w należytym stanie, porządku i czystości pomieszczeń i urządzeń w budynku służących do wspólnego użytku.</w:t>
      </w: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</w:t>
      </w:r>
      <w:r w:rsidR="000001C2">
        <w:rPr>
          <w:rFonts w:ascii="Arial Narrow" w:hAnsi="Arial Narrow"/>
          <w:bCs/>
        </w:rPr>
        <w:t>AJEMCE</w:t>
      </w:r>
      <w:r w:rsidRPr="001A4C11">
        <w:rPr>
          <w:rFonts w:ascii="Arial Narrow" w:hAnsi="Arial Narrow"/>
          <w:bCs/>
        </w:rPr>
        <w:t xml:space="preserve"> mogą być dokonywane wyłącznie po uzyskaniu pisemnej zgody W</w:t>
      </w:r>
      <w:r w:rsidR="000001C2">
        <w:rPr>
          <w:rFonts w:ascii="Arial Narrow" w:hAnsi="Arial Narrow"/>
          <w:bCs/>
        </w:rPr>
        <w:t>YNAJMUJĄCEGO</w:t>
      </w:r>
      <w:r w:rsidRPr="001A4C11">
        <w:rPr>
          <w:rFonts w:ascii="Arial Narrow" w:hAnsi="Arial Narrow"/>
          <w:bCs/>
        </w:rPr>
        <w:t>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>Wszelkie koszty związane ze zmianami w przedmiocie najmu pokrywa w całości N</w:t>
      </w:r>
      <w:r w:rsidR="000001C2">
        <w:rPr>
          <w:rFonts w:ascii="Arial Narrow" w:hAnsi="Arial Narrow"/>
          <w:bCs/>
        </w:rPr>
        <w:t>AJEMCA</w:t>
      </w:r>
      <w:r>
        <w:rPr>
          <w:rFonts w:ascii="Arial Narrow" w:hAnsi="Arial Narrow"/>
          <w:bCs/>
        </w:rPr>
        <w:t>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</w:t>
      </w:r>
      <w:r w:rsidR="000001C2">
        <w:rPr>
          <w:rFonts w:ascii="Arial Narrow" w:hAnsi="Arial Narrow"/>
        </w:rPr>
        <w:t>AJEMCY</w:t>
      </w:r>
      <w:r w:rsidRPr="00C05BAF">
        <w:rPr>
          <w:rFonts w:ascii="Arial Narrow" w:hAnsi="Arial Narrow"/>
        </w:rPr>
        <w:t xml:space="preserve"> na lokal mogą być czynione po uprzednim zawarciu z W</w:t>
      </w:r>
      <w:r w:rsidR="000001C2">
        <w:rPr>
          <w:rFonts w:ascii="Arial Narrow" w:hAnsi="Arial Narrow"/>
        </w:rPr>
        <w:t>YNAJMUJĄCYM</w:t>
      </w:r>
      <w:r w:rsidRPr="00C05BAF">
        <w:rPr>
          <w:rFonts w:ascii="Arial Narrow" w:hAnsi="Arial Narrow"/>
        </w:rPr>
        <w:t xml:space="preserve">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0001C2">
        <w:rPr>
          <w:rFonts w:ascii="Arial Narrow" w:hAnsi="Arial Narrow"/>
        </w:rPr>
        <w:t>AJEMCA</w:t>
      </w:r>
      <w:r>
        <w:rPr>
          <w:rFonts w:ascii="Arial Narrow" w:hAnsi="Arial Narrow"/>
        </w:rPr>
        <w:t xml:space="preserve">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0001C2">
        <w:rPr>
          <w:rFonts w:ascii="Arial Narrow" w:hAnsi="Arial Narrow"/>
        </w:rPr>
        <w:t>AJEMCA</w:t>
      </w:r>
      <w:r>
        <w:rPr>
          <w:rFonts w:ascii="Arial Narrow" w:hAnsi="Arial Narrow"/>
        </w:rPr>
        <w:t xml:space="preserve">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</w:t>
      </w:r>
      <w:r w:rsidR="000001C2">
        <w:rPr>
          <w:rFonts w:ascii="Arial Narrow" w:hAnsi="Arial Narrow"/>
        </w:rPr>
        <w:t>AJEMCA</w:t>
      </w:r>
      <w:r w:rsidR="007C7ECB">
        <w:rPr>
          <w:rFonts w:ascii="Arial Narrow" w:hAnsi="Arial Narrow"/>
        </w:rPr>
        <w:t xml:space="preserve">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</w:t>
      </w:r>
      <w:r w:rsidR="000001C2">
        <w:rPr>
          <w:rFonts w:ascii="Arial Narrow" w:hAnsi="Arial Narrow"/>
        </w:rPr>
        <w:t>AJEMCA</w:t>
      </w:r>
      <w:r w:rsidRPr="007C7ECB">
        <w:rPr>
          <w:rFonts w:ascii="Arial Narrow" w:hAnsi="Arial Narrow"/>
        </w:rPr>
        <w:t xml:space="preserve"> odpowiada za wszystkie szkody powstałe w związku z podjętymi w lokalu pracami lub montażem urządzeń.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</w:t>
      </w:r>
      <w:r w:rsidR="000001C2">
        <w:rPr>
          <w:rFonts w:ascii="Arial Narrow" w:hAnsi="Arial Narrow"/>
        </w:rPr>
        <w:t>AJEMCA</w:t>
      </w:r>
      <w:r w:rsidRPr="00C05BAF">
        <w:rPr>
          <w:rFonts w:ascii="Arial Narrow" w:hAnsi="Arial Narrow"/>
        </w:rPr>
        <w:t xml:space="preserve">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</w:t>
      </w:r>
      <w:r w:rsidR="000001C2">
        <w:rPr>
          <w:rFonts w:ascii="Arial Narrow" w:hAnsi="Arial Narrow"/>
        </w:rPr>
        <w:t>YNAJMUJĄCEGO</w:t>
      </w:r>
      <w:r w:rsidRPr="00C05BAF">
        <w:rPr>
          <w:rFonts w:ascii="Arial Narrow" w:hAnsi="Arial Narrow"/>
        </w:rPr>
        <w:t>.</w:t>
      </w:r>
    </w:p>
    <w:p w:rsidR="00806410" w:rsidRPr="00806410" w:rsidRDefault="004D069B" w:rsidP="00F639C6">
      <w:pPr>
        <w:pStyle w:val="Akapitzlist"/>
        <w:numPr>
          <w:ilvl w:val="0"/>
          <w:numId w:val="6"/>
        </w:numPr>
        <w:jc w:val="center"/>
        <w:rPr>
          <w:rFonts w:ascii="Arial Narrow" w:hAnsi="Arial Narrow"/>
          <w:b/>
          <w:bCs/>
        </w:rPr>
      </w:pPr>
      <w:r w:rsidRPr="00806410">
        <w:rPr>
          <w:rFonts w:ascii="Arial Narrow" w:hAnsi="Arial Narrow"/>
        </w:rPr>
        <w:t>Na każdorazowy podnajem lub oddanie lokalu w bezpłatne użytkowanie wymagana jest pisemna</w:t>
      </w:r>
    </w:p>
    <w:p w:rsidR="00FA6DD8" w:rsidRPr="00806410" w:rsidRDefault="004D069B" w:rsidP="00806410">
      <w:pPr>
        <w:ind w:left="426"/>
        <w:rPr>
          <w:rFonts w:ascii="Arial Narrow" w:hAnsi="Arial Narrow"/>
          <w:b/>
          <w:bCs/>
        </w:rPr>
      </w:pPr>
      <w:r w:rsidRPr="00806410">
        <w:rPr>
          <w:rFonts w:ascii="Arial Narrow" w:hAnsi="Arial Narrow"/>
        </w:rPr>
        <w:t xml:space="preserve"> zgoda W</w:t>
      </w:r>
      <w:r w:rsidR="000001C2" w:rsidRPr="00806410">
        <w:rPr>
          <w:rFonts w:ascii="Arial Narrow" w:hAnsi="Arial Narrow"/>
        </w:rPr>
        <w:t>YNAJMUJĄCEGO</w:t>
      </w:r>
      <w:r w:rsidRPr="00806410">
        <w:rPr>
          <w:rFonts w:ascii="Arial Narrow" w:hAnsi="Arial Narrow"/>
        </w:rPr>
        <w:t>.</w:t>
      </w:r>
    </w:p>
    <w:p w:rsidR="00305890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</w:t>
      </w:r>
      <w:r w:rsidR="000001C2">
        <w:rPr>
          <w:rFonts w:ascii="Arial Narrow" w:hAnsi="Arial Narrow"/>
        </w:rPr>
        <w:t>AJEMCY</w:t>
      </w:r>
      <w:r>
        <w:rPr>
          <w:rFonts w:ascii="Arial Narrow" w:hAnsi="Arial Narrow"/>
        </w:rPr>
        <w:t xml:space="preserve"> na zewnątrz budynku wymaga uzyskania pisemnej zgody W</w:t>
      </w:r>
      <w:r w:rsidR="000001C2">
        <w:rPr>
          <w:rFonts w:ascii="Arial Narrow" w:hAnsi="Arial Narrow"/>
        </w:rPr>
        <w:t>YNAJMUJĄCEGO</w:t>
      </w:r>
      <w:r w:rsidR="00837AA9" w:rsidRPr="00C05BAF">
        <w:rPr>
          <w:rFonts w:ascii="Arial Narrow" w:hAnsi="Arial Narrow"/>
        </w:rPr>
        <w:t>.</w:t>
      </w:r>
    </w:p>
    <w:p w:rsidR="00F37E44" w:rsidRPr="000001C2" w:rsidRDefault="00837AA9" w:rsidP="000001C2">
      <w:pPr>
        <w:pStyle w:val="Akapitzlist"/>
        <w:numPr>
          <w:ilvl w:val="0"/>
          <w:numId w:val="5"/>
        </w:numPr>
        <w:rPr>
          <w:rFonts w:ascii="Arial Narrow" w:hAnsi="Arial Narrow"/>
          <w:b/>
          <w:bCs/>
        </w:rPr>
      </w:pPr>
      <w:r w:rsidRPr="000001C2">
        <w:rPr>
          <w:rFonts w:ascii="Arial Narrow" w:hAnsi="Arial Narrow"/>
        </w:rPr>
        <w:lastRenderedPageBreak/>
        <w:t>W przypadku naruszenia ustaleń z ust. 1 W</w:t>
      </w:r>
      <w:r w:rsidR="000001C2" w:rsidRPr="000001C2">
        <w:rPr>
          <w:rFonts w:ascii="Arial Narrow" w:hAnsi="Arial Narrow"/>
        </w:rPr>
        <w:t>YNAJMUJĄCY</w:t>
      </w:r>
      <w:r w:rsidRPr="000001C2">
        <w:rPr>
          <w:rFonts w:ascii="Arial Narrow" w:hAnsi="Arial Narrow"/>
        </w:rPr>
        <w:t xml:space="preserve"> może przywrócić stan poprzedni na koszt N</w:t>
      </w:r>
      <w:r w:rsidR="000001C2" w:rsidRPr="000001C2">
        <w:rPr>
          <w:rFonts w:ascii="Arial Narrow" w:hAnsi="Arial Narrow"/>
        </w:rPr>
        <w:t>AJEMCY</w:t>
      </w:r>
      <w:r w:rsidRPr="000001C2">
        <w:rPr>
          <w:rFonts w:ascii="Arial Narrow" w:hAnsi="Arial Narrow"/>
        </w:rPr>
        <w:t>.</w:t>
      </w:r>
    </w:p>
    <w:p w:rsidR="00FA6DD8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</w:t>
      </w:r>
      <w:r w:rsidR="000001C2">
        <w:rPr>
          <w:rFonts w:ascii="Arial Narrow" w:hAnsi="Arial Narrow"/>
        </w:rPr>
        <w:t>YNAJMUJĄCY</w:t>
      </w:r>
      <w:r w:rsidRPr="00615034">
        <w:rPr>
          <w:rFonts w:ascii="Arial Narrow" w:hAnsi="Arial Narrow"/>
        </w:rPr>
        <w:t xml:space="preserve"> może wypowiedzieć najem bez zachowania okresu wypowiedzenia w przypadku, gdy N</w:t>
      </w:r>
      <w:r w:rsidR="000001C2">
        <w:rPr>
          <w:rFonts w:ascii="Arial Narrow" w:hAnsi="Arial Narrow"/>
        </w:rPr>
        <w:t>AJEMCA</w:t>
      </w:r>
      <w:r w:rsidRPr="00615034">
        <w:rPr>
          <w:rFonts w:ascii="Arial Narrow" w:hAnsi="Arial Narrow"/>
        </w:rPr>
        <w:t>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Pr="00615034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7C7ECB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3.</w:t>
      </w:r>
      <w:r w:rsidRPr="007C7ECB">
        <w:rPr>
          <w:rFonts w:ascii="Arial Narrow" w:hAnsi="Arial Narrow"/>
        </w:rPr>
        <w:t xml:space="preserve">Przedłużenie umowy po upływie okresu wypowiedzenia lub po upływie terminu, na jaki umowa 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>została zawarta, może nast</w:t>
      </w:r>
      <w:r>
        <w:rPr>
          <w:rFonts w:ascii="Arial Narrow" w:hAnsi="Arial Narrow"/>
        </w:rPr>
        <w:t>ą</w:t>
      </w:r>
      <w:r w:rsidRPr="007C7ECB">
        <w:rPr>
          <w:rFonts w:ascii="Arial Narrow" w:hAnsi="Arial Narrow"/>
        </w:rPr>
        <w:t>pić jedynie w drodze porozumienia sporządzonego w formie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 xml:space="preserve"> pisemnej pod rygorem nieważności.</w:t>
      </w:r>
    </w:p>
    <w:p w:rsidR="007C7ECB" w:rsidRDefault="00305890" w:rsidP="00FB0B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>
        <w:rPr>
          <w:rFonts w:ascii="Arial Narrow" w:hAnsi="Arial Narrow"/>
        </w:rPr>
        <w:t>4.</w:t>
      </w:r>
      <w:r>
        <w:rPr>
          <w:rFonts w:ascii="Arial Narrow" w:hAnsi="Arial Narrow"/>
        </w:rPr>
        <w:t>.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</w:t>
      </w:r>
      <w:r w:rsidR="000001C2">
        <w:rPr>
          <w:rFonts w:ascii="Arial Narrow" w:hAnsi="Arial Narrow"/>
        </w:rPr>
        <w:t>AJEMCA</w:t>
      </w:r>
      <w:r w:rsidR="00FB0B40">
        <w:rPr>
          <w:rFonts w:ascii="Arial Narrow" w:hAnsi="Arial Narrow"/>
        </w:rPr>
        <w:t xml:space="preserve">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</w:t>
      </w:r>
      <w:r w:rsidR="000001C2">
        <w:rPr>
          <w:rFonts w:ascii="Arial Narrow" w:hAnsi="Arial Narrow"/>
        </w:rPr>
        <w:t>YNAJMUJĄCEGO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B723ED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0001C2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>należności za najem W</w:t>
      </w:r>
      <w:r w:rsidR="000001C2">
        <w:rPr>
          <w:rFonts w:ascii="Arial Narrow" w:hAnsi="Arial Narrow"/>
        </w:rPr>
        <w:t>YNAJMUJĄCY</w:t>
      </w:r>
      <w:r w:rsidRPr="00F25F00">
        <w:rPr>
          <w:rFonts w:ascii="Arial Narrow" w:hAnsi="Arial Narrow"/>
        </w:rPr>
        <w:t xml:space="preserve"> może ponownie zawrzeć z N</w:t>
      </w:r>
      <w:r w:rsidR="000001C2">
        <w:rPr>
          <w:rFonts w:ascii="Arial Narrow" w:hAnsi="Arial Narrow"/>
        </w:rPr>
        <w:t>AJEMCĄ</w:t>
      </w:r>
      <w:r w:rsidRPr="00F25F00">
        <w:rPr>
          <w:rFonts w:ascii="Arial Narrow" w:hAnsi="Arial Narrow"/>
        </w:rPr>
        <w:t xml:space="preserve"> umowę najmu, ale</w:t>
      </w:r>
    </w:p>
    <w:p w:rsidR="00331524" w:rsidRDefault="000001C2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F25F00" w:rsidRPr="00F25F00">
        <w:rPr>
          <w:rFonts w:ascii="Arial Narrow" w:hAnsi="Arial Narrow"/>
        </w:rPr>
        <w:t xml:space="preserve"> pod 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0001C2">
        <w:rPr>
          <w:rFonts w:ascii="Arial Narrow" w:hAnsi="Arial Narrow"/>
        </w:rPr>
        <w:t>AJEMCA</w:t>
      </w:r>
      <w:r>
        <w:rPr>
          <w:rFonts w:ascii="Arial Narrow" w:hAnsi="Arial Narrow"/>
        </w:rPr>
        <w:t xml:space="preserve">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P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</w:t>
      </w:r>
      <w:r w:rsidR="000001C2">
        <w:rPr>
          <w:rFonts w:ascii="Arial Narrow" w:hAnsi="Arial Narrow"/>
        </w:rPr>
        <w:t>AJEMCA</w:t>
      </w:r>
      <w:r w:rsidRPr="00B723ED">
        <w:rPr>
          <w:rFonts w:ascii="Arial Narrow" w:hAnsi="Arial Narrow"/>
        </w:rPr>
        <w:t xml:space="preserve"> jest obowiązany powiadomić W</w:t>
      </w:r>
      <w:r w:rsidR="000001C2">
        <w:rPr>
          <w:rFonts w:ascii="Arial Narrow" w:hAnsi="Arial Narrow"/>
        </w:rPr>
        <w:t>YNAJMUJĄCEGO</w:t>
      </w:r>
      <w:r w:rsidRPr="00B723ED">
        <w:rPr>
          <w:rFonts w:ascii="Arial Narrow" w:hAnsi="Arial Narrow"/>
        </w:rPr>
        <w:t xml:space="preserve">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>Pozostawione przez N</w:t>
      </w:r>
      <w:r w:rsidR="000001C2">
        <w:rPr>
          <w:rFonts w:ascii="Arial Narrow" w:hAnsi="Arial Narrow"/>
        </w:rPr>
        <w:t>AJEMCĘ</w:t>
      </w:r>
      <w:r w:rsidRPr="009837F9">
        <w:rPr>
          <w:rFonts w:ascii="Arial Narrow" w:hAnsi="Arial Narrow"/>
        </w:rPr>
        <w:t xml:space="preserve">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</w:t>
      </w:r>
      <w:r w:rsidR="00150547">
        <w:rPr>
          <w:rFonts w:ascii="Arial Narrow" w:hAnsi="Arial Narrow"/>
        </w:rPr>
        <w:t>YNAJMUJĄCY</w:t>
      </w:r>
      <w:r>
        <w:rPr>
          <w:rFonts w:ascii="Arial Narrow" w:hAnsi="Arial Narrow"/>
        </w:rPr>
        <w:t xml:space="preserve"> ma prawo usunąć  ich z lokalu na koszt N</w:t>
      </w:r>
      <w:r w:rsidR="00150547">
        <w:rPr>
          <w:rFonts w:ascii="Arial Narrow" w:hAnsi="Arial Narrow"/>
        </w:rPr>
        <w:t>AJEMCY</w:t>
      </w:r>
      <w:r>
        <w:rPr>
          <w:rFonts w:ascii="Arial Narrow" w:hAnsi="Arial Narrow"/>
        </w:rPr>
        <w:t>.</w:t>
      </w:r>
    </w:p>
    <w:p w:rsidR="00806410" w:rsidRDefault="00806410" w:rsidP="009837F9">
      <w:pPr>
        <w:ind w:left="142"/>
        <w:jc w:val="both"/>
        <w:rPr>
          <w:rFonts w:ascii="Arial Narrow" w:hAnsi="Arial Narrow"/>
        </w:rPr>
      </w:pP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lastRenderedPageBreak/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>z protokołu, o którym mowa w § 1 ust. 2, upoważnia W</w:t>
      </w:r>
      <w:r w:rsidR="00150547">
        <w:rPr>
          <w:rFonts w:ascii="Arial Narrow" w:hAnsi="Arial Narrow"/>
        </w:rPr>
        <w:t>YNAJMUJĄCEGO</w:t>
      </w:r>
      <w:r w:rsidR="00C16CDE" w:rsidRPr="009837F9">
        <w:rPr>
          <w:rFonts w:ascii="Arial Narrow" w:hAnsi="Arial Narrow"/>
        </w:rPr>
        <w:t xml:space="preserve">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</w:t>
      </w:r>
      <w:r w:rsidR="00150547">
        <w:rPr>
          <w:rFonts w:ascii="Arial Narrow" w:hAnsi="Arial Narrow"/>
        </w:rPr>
        <w:t>AJEMCY</w:t>
      </w:r>
      <w:r w:rsidR="00C16CDE" w:rsidRPr="009837F9">
        <w:rPr>
          <w:rFonts w:ascii="Arial Narrow" w:hAnsi="Arial Narrow"/>
        </w:rPr>
        <w:t>.</w:t>
      </w:r>
    </w:p>
    <w:p w:rsidR="00D51445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FA6DD8">
        <w:rPr>
          <w:rFonts w:ascii="Arial Narrow" w:hAnsi="Arial Narrow"/>
          <w:b/>
        </w:rPr>
        <w:t>3</w:t>
      </w:r>
    </w:p>
    <w:p w:rsidR="00331524" w:rsidRDefault="00331524" w:rsidP="00C16CD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9837F9" w:rsidRDefault="009837F9" w:rsidP="00C16CDE">
      <w:pPr>
        <w:jc w:val="center"/>
        <w:rPr>
          <w:rFonts w:ascii="Arial Narrow" w:hAnsi="Arial Narrow"/>
          <w:b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</w:t>
      </w:r>
      <w:r w:rsidR="00150547">
        <w:rPr>
          <w:rFonts w:ascii="Arial Narrow" w:hAnsi="Arial Narrow"/>
        </w:rPr>
        <w:t>AJEMCA</w:t>
      </w:r>
      <w:r w:rsidRPr="00331524">
        <w:rPr>
          <w:rFonts w:ascii="Arial Narrow" w:hAnsi="Arial Narrow"/>
        </w:rPr>
        <w:t xml:space="preserve"> zobowiązuje się do informowania W</w:t>
      </w:r>
      <w:r w:rsidR="00150547">
        <w:rPr>
          <w:rFonts w:ascii="Arial Narrow" w:hAnsi="Arial Narrow"/>
        </w:rPr>
        <w:t>YNAJMUJĄCEGO</w:t>
      </w:r>
      <w:r w:rsidRPr="00331524">
        <w:rPr>
          <w:rFonts w:ascii="Arial Narrow" w:hAnsi="Arial Narrow"/>
        </w:rPr>
        <w:t xml:space="preserve"> o każdorazowej zmianie adresu do doręczeń. W przypadku niedopełnienia tego obowiązku wszelka korespondencja związana z przedmiotem umowy wysyłana będzie na ostatnio podany adres ze skutkiem doręczenia.</w:t>
      </w:r>
    </w:p>
    <w:p w:rsidR="00C92622" w:rsidRDefault="00C92622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</w:t>
      </w:r>
      <w:r w:rsidR="00150547">
        <w:rPr>
          <w:rFonts w:ascii="Arial Narrow" w:hAnsi="Arial Narrow"/>
        </w:rPr>
        <w:t>AJEMCA</w:t>
      </w:r>
      <w:r>
        <w:rPr>
          <w:rFonts w:ascii="Arial Narrow" w:hAnsi="Arial Narrow"/>
        </w:rPr>
        <w:t xml:space="preserve"> wskazuje:</w:t>
      </w:r>
    </w:p>
    <w:p w:rsidR="00C92622" w:rsidRPr="00F37E44" w:rsidRDefault="00806410" w:rsidP="00F37E44">
      <w:pPr>
        <w:ind w:left="360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……………………………………………………………………………………………………………………</w:t>
      </w:r>
      <w:r w:rsidR="00F37E44" w:rsidRPr="00F37E44">
        <w:rPr>
          <w:rFonts w:ascii="Arial Narrow" w:hAnsi="Arial Narrow"/>
          <w:u w:val="single"/>
        </w:rPr>
        <w:t xml:space="preserve"> </w:t>
      </w: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przypadku zmiany nazwy bądź siedziby prowadzonej działalności – N</w:t>
      </w:r>
      <w:r w:rsidR="00150547">
        <w:rPr>
          <w:rFonts w:ascii="Arial Narrow" w:hAnsi="Arial Narrow"/>
        </w:rPr>
        <w:t>AJEMCA</w:t>
      </w:r>
      <w:r w:rsidRPr="00331524">
        <w:rPr>
          <w:rFonts w:ascii="Arial Narrow" w:hAnsi="Arial Narrow"/>
        </w:rPr>
        <w:t xml:space="preserve">  zobowiązany jest w ciągu 7 dni pisemnie powiadomić  W</w:t>
      </w:r>
      <w:r w:rsidR="00150547">
        <w:rPr>
          <w:rFonts w:ascii="Arial Narrow" w:hAnsi="Arial Narrow"/>
        </w:rPr>
        <w:t>YNAJMUJĄCEGO</w:t>
      </w:r>
      <w:r w:rsidRPr="00331524">
        <w:rPr>
          <w:rFonts w:ascii="Arial Narrow" w:hAnsi="Arial Narrow"/>
        </w:rPr>
        <w:t>.</w:t>
      </w:r>
    </w:p>
    <w:p w:rsidR="00984B1B" w:rsidRPr="00331524" w:rsidRDefault="00331524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C16CDE" w:rsidRDefault="00C16CDE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C16CDE" w:rsidRPr="00431983" w:rsidRDefault="00431983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="00C16CDE" w:rsidRPr="00431983">
        <w:rPr>
          <w:rFonts w:ascii="Arial Narrow" w:hAnsi="Arial Narrow"/>
        </w:rPr>
        <w:t xml:space="preserve"> wynikłe pomiędzy stronami rozstrzygać będzie Sąd właściwy dla W</w:t>
      </w:r>
      <w:r w:rsidR="00D623BF">
        <w:rPr>
          <w:rFonts w:ascii="Arial Narrow" w:hAnsi="Arial Narrow"/>
        </w:rPr>
        <w:t>YNAJMUJĄCEGO</w:t>
      </w:r>
      <w:r w:rsidR="00C16CDE" w:rsidRPr="00431983">
        <w:rPr>
          <w:rFonts w:ascii="Arial Narrow" w:hAnsi="Arial Narrow"/>
        </w:rPr>
        <w:t>.</w:t>
      </w:r>
    </w:p>
    <w:p w:rsidR="00C16CDE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 w:rsidR="008911F8">
        <w:rPr>
          <w:rFonts w:ascii="Arial Narrow" w:hAnsi="Arial Narrow"/>
        </w:rPr>
        <w:t>której jeden</w:t>
      </w:r>
      <w:r w:rsidR="008E789C" w:rsidRPr="00431983">
        <w:rPr>
          <w:rFonts w:ascii="Arial Narrow" w:hAnsi="Arial Narrow"/>
        </w:rPr>
        <w:t xml:space="preserve"> </w:t>
      </w:r>
      <w:r w:rsidRPr="00431983">
        <w:rPr>
          <w:rFonts w:ascii="Arial Narrow" w:hAnsi="Arial Narrow"/>
        </w:rPr>
        <w:t xml:space="preserve"> egzemplarz otrzymuje N</w:t>
      </w:r>
      <w:r w:rsidR="00D623BF">
        <w:rPr>
          <w:rFonts w:ascii="Arial Narrow" w:hAnsi="Arial Narrow"/>
        </w:rPr>
        <w:t>AJEMCA</w:t>
      </w:r>
      <w:r w:rsidR="008E789C" w:rsidRPr="00431983">
        <w:rPr>
          <w:rFonts w:ascii="Arial Narrow" w:hAnsi="Arial Narrow"/>
        </w:rPr>
        <w:t xml:space="preserve"> .</w:t>
      </w:r>
    </w:p>
    <w:p w:rsidR="00C16CDE" w:rsidRPr="00431983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 w:rsidR="00806410">
        <w:rPr>
          <w:rFonts w:ascii="Arial Narrow" w:hAnsi="Arial Narrow"/>
        </w:rPr>
        <w:t>z przetargu ( w dokumentacji u Wynajmującego)</w:t>
      </w:r>
      <w:r w:rsidR="000C175E">
        <w:rPr>
          <w:rFonts w:ascii="Arial Narrow" w:hAnsi="Arial Narrow"/>
        </w:rPr>
        <w:t xml:space="preserve"> 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806410">
        <w:trPr>
          <w:trHeight w:val="1866"/>
        </w:trPr>
        <w:tc>
          <w:tcPr>
            <w:tcW w:w="1843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F37E44" w:rsidRDefault="00F37E44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92622" w:rsidRDefault="00C92622" w:rsidP="003E313B">
            <w:pPr>
              <w:rPr>
                <w:rFonts w:ascii="Arial Narrow" w:hAnsi="Arial Narrow"/>
                <w:lang w:val="en-US"/>
              </w:rPr>
            </w:pPr>
          </w:p>
          <w:p w:rsidR="006D51C7" w:rsidRDefault="006D51C7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</w:p>
          <w:p w:rsidR="00431983" w:rsidRDefault="00431983" w:rsidP="003E313B">
            <w:pPr>
              <w:rPr>
                <w:rFonts w:ascii="Arial Narrow" w:hAnsi="Arial Narrow"/>
                <w:lang w:val="en-US"/>
              </w:rPr>
            </w:pPr>
          </w:p>
          <w:p w:rsidR="00806410" w:rsidRPr="0068104B" w:rsidRDefault="00806410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343 62 46 (sekretariat)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>(83) 343 39 71 Dział techniczny</w:t>
            </w: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hyperlink r:id="rId8" w:history="1">
              <w:r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C16CDE" w:rsidRPr="00C5692E" w:rsidRDefault="00C16CDE" w:rsidP="00C16CDE">
      <w:pPr>
        <w:rPr>
          <w:rFonts w:ascii="Arial Narrow" w:hAnsi="Arial Narrow"/>
        </w:rPr>
      </w:pPr>
    </w:p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="00806410">
        <w:rPr>
          <w:rFonts w:ascii="Arial Narrow" w:hAnsi="Arial Narrow"/>
        </w:rPr>
        <w:t>A J E M C A</w:t>
      </w:r>
      <w:r w:rsidRPr="00C5692E">
        <w:rPr>
          <w:rFonts w:ascii="Arial Narrow" w:hAnsi="Arial Narrow"/>
        </w:rPr>
        <w:t xml:space="preserve">                                                                 </w:t>
      </w:r>
      <w:r w:rsidRPr="00C5692E">
        <w:rPr>
          <w:rFonts w:ascii="Arial Narrow" w:hAnsi="Arial Narrow"/>
        </w:rPr>
        <w:tab/>
      </w:r>
      <w:r w:rsidR="00806410">
        <w:rPr>
          <w:rFonts w:ascii="Arial Narrow" w:hAnsi="Arial Narrow"/>
        </w:rPr>
        <w:t xml:space="preserve">   W Y N A J M U J Ą C Y</w:t>
      </w:r>
    </w:p>
    <w:p w:rsidR="00C16CDE" w:rsidRPr="00C5692E" w:rsidRDefault="00C16CDE" w:rsidP="00C16CDE">
      <w:pPr>
        <w:rPr>
          <w:rFonts w:ascii="Arial Narrow" w:hAnsi="Arial Narrow"/>
        </w:rPr>
      </w:pPr>
    </w:p>
    <w:p w:rsidR="00C16CDE" w:rsidRPr="00C5692E" w:rsidRDefault="00C16CDE" w:rsidP="00C16CDE">
      <w:pPr>
        <w:rPr>
          <w:rFonts w:ascii="Arial Narrow" w:hAnsi="Arial Narrow"/>
        </w:rPr>
      </w:pP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p w:rsidR="00C16CDE" w:rsidRDefault="00C16CDE" w:rsidP="00837AA9">
      <w:pPr>
        <w:ind w:left="3540" w:firstLine="708"/>
        <w:rPr>
          <w:rFonts w:ascii="Arial Narrow" w:hAnsi="Arial Narrow"/>
          <w:b/>
        </w:rPr>
      </w:pPr>
    </w:p>
    <w:sectPr w:rsidR="00C16CDE" w:rsidSect="008672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48D" w:rsidRDefault="0097548D" w:rsidP="00D47A41">
      <w:r>
        <w:separator/>
      </w:r>
    </w:p>
  </w:endnote>
  <w:endnote w:type="continuationSeparator" w:id="0">
    <w:p w:rsidR="0097548D" w:rsidRDefault="0097548D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C80420" w:rsidRDefault="009511B6">
        <w:pPr>
          <w:pStyle w:val="Stopka"/>
          <w:jc w:val="center"/>
        </w:pPr>
        <w:fldSimple w:instr=" PAGE   \* MERGEFORMAT ">
          <w:r w:rsidR="00105AFD">
            <w:rPr>
              <w:noProof/>
            </w:rPr>
            <w:t>6</w:t>
          </w:r>
        </w:fldSimple>
      </w:p>
    </w:sdtContent>
  </w:sdt>
  <w:p w:rsidR="00C80420" w:rsidRDefault="00C804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48D" w:rsidRDefault="0097548D" w:rsidP="00D47A41">
      <w:r>
        <w:separator/>
      </w:r>
    </w:p>
  </w:footnote>
  <w:footnote w:type="continuationSeparator" w:id="0">
    <w:p w:rsidR="0097548D" w:rsidRDefault="0097548D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20" w:rsidRDefault="00C80420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9F75A7">
        <w:rPr>
          <w:rStyle w:val="Hipercze"/>
          <w:sz w:val="18"/>
          <w:szCs w:val="18"/>
        </w:rPr>
        <w:t>zglbiala@wp.pl</w:t>
      </w:r>
    </w:hyperlink>
  </w:p>
  <w:p w:rsidR="00C80420" w:rsidRPr="00625BC9" w:rsidRDefault="00C80420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C80420" w:rsidRDefault="00C8042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2A6A42"/>
    <w:multiLevelType w:val="hybridMultilevel"/>
    <w:tmpl w:val="E0A80F8E"/>
    <w:lvl w:ilvl="0" w:tplc="1F1A98A8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887BC5"/>
    <w:multiLevelType w:val="hybridMultilevel"/>
    <w:tmpl w:val="9EC2F45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C02A60"/>
    <w:multiLevelType w:val="hybridMultilevel"/>
    <w:tmpl w:val="249AA424"/>
    <w:lvl w:ilvl="0" w:tplc="BE7080DE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2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AE43C1"/>
    <w:multiLevelType w:val="hybridMultilevel"/>
    <w:tmpl w:val="BE30B98A"/>
    <w:lvl w:ilvl="0" w:tplc="6B78734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9DC771E"/>
    <w:multiLevelType w:val="hybridMultilevel"/>
    <w:tmpl w:val="47BC5130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81FD5"/>
    <w:multiLevelType w:val="hybridMultilevel"/>
    <w:tmpl w:val="CA20C7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9"/>
  </w:num>
  <w:num w:numId="5">
    <w:abstractNumId w:val="18"/>
  </w:num>
  <w:num w:numId="6">
    <w:abstractNumId w:val="26"/>
  </w:num>
  <w:num w:numId="7">
    <w:abstractNumId w:val="19"/>
  </w:num>
  <w:num w:numId="8">
    <w:abstractNumId w:val="10"/>
  </w:num>
  <w:num w:numId="9">
    <w:abstractNumId w:val="24"/>
  </w:num>
  <w:num w:numId="10">
    <w:abstractNumId w:val="17"/>
  </w:num>
  <w:num w:numId="11">
    <w:abstractNumId w:val="14"/>
  </w:num>
  <w:num w:numId="12">
    <w:abstractNumId w:val="21"/>
  </w:num>
  <w:num w:numId="13">
    <w:abstractNumId w:val="7"/>
  </w:num>
  <w:num w:numId="14">
    <w:abstractNumId w:val="3"/>
  </w:num>
  <w:num w:numId="15">
    <w:abstractNumId w:val="22"/>
  </w:num>
  <w:num w:numId="16">
    <w:abstractNumId w:val="12"/>
  </w:num>
  <w:num w:numId="17">
    <w:abstractNumId w:val="1"/>
  </w:num>
  <w:num w:numId="18">
    <w:abstractNumId w:val="20"/>
  </w:num>
  <w:num w:numId="19">
    <w:abstractNumId w:val="16"/>
  </w:num>
  <w:num w:numId="20">
    <w:abstractNumId w:val="2"/>
  </w:num>
  <w:num w:numId="21">
    <w:abstractNumId w:val="5"/>
  </w:num>
  <w:num w:numId="22">
    <w:abstractNumId w:val="25"/>
  </w:num>
  <w:num w:numId="23">
    <w:abstractNumId w:val="4"/>
  </w:num>
  <w:num w:numId="24">
    <w:abstractNumId w:val="23"/>
  </w:num>
  <w:num w:numId="25">
    <w:abstractNumId w:val="8"/>
  </w:num>
  <w:num w:numId="26">
    <w:abstractNumId w:val="13"/>
  </w:num>
  <w:num w:numId="27">
    <w:abstractNumId w:val="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001C2"/>
    <w:rsid w:val="00012C13"/>
    <w:rsid w:val="000312B4"/>
    <w:rsid w:val="000562C1"/>
    <w:rsid w:val="00066A3D"/>
    <w:rsid w:val="00094B3A"/>
    <w:rsid w:val="000B3DDF"/>
    <w:rsid w:val="000C0D0B"/>
    <w:rsid w:val="000C175E"/>
    <w:rsid w:val="000F6A59"/>
    <w:rsid w:val="00105AFD"/>
    <w:rsid w:val="00107433"/>
    <w:rsid w:val="001300A3"/>
    <w:rsid w:val="001302AB"/>
    <w:rsid w:val="00134235"/>
    <w:rsid w:val="00150547"/>
    <w:rsid w:val="0015742A"/>
    <w:rsid w:val="00172984"/>
    <w:rsid w:val="0017567D"/>
    <w:rsid w:val="001849F5"/>
    <w:rsid w:val="001908BD"/>
    <w:rsid w:val="001A4AD9"/>
    <w:rsid w:val="001A4C11"/>
    <w:rsid w:val="001B12BD"/>
    <w:rsid w:val="001B3C32"/>
    <w:rsid w:val="001B5E02"/>
    <w:rsid w:val="001D4670"/>
    <w:rsid w:val="001D4B14"/>
    <w:rsid w:val="001E1E7E"/>
    <w:rsid w:val="001E3416"/>
    <w:rsid w:val="001E4263"/>
    <w:rsid w:val="001F2F43"/>
    <w:rsid w:val="001F5781"/>
    <w:rsid w:val="002102A5"/>
    <w:rsid w:val="00245289"/>
    <w:rsid w:val="00247C07"/>
    <w:rsid w:val="00290C1C"/>
    <w:rsid w:val="00294E23"/>
    <w:rsid w:val="002C685A"/>
    <w:rsid w:val="002D69CD"/>
    <w:rsid w:val="002F7D69"/>
    <w:rsid w:val="00305890"/>
    <w:rsid w:val="00331524"/>
    <w:rsid w:val="0034319E"/>
    <w:rsid w:val="00344B1D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E313B"/>
    <w:rsid w:val="003E6444"/>
    <w:rsid w:val="003F304E"/>
    <w:rsid w:val="00415BA8"/>
    <w:rsid w:val="00431983"/>
    <w:rsid w:val="0045704A"/>
    <w:rsid w:val="004660CE"/>
    <w:rsid w:val="00466124"/>
    <w:rsid w:val="00466C78"/>
    <w:rsid w:val="004808FB"/>
    <w:rsid w:val="004824A7"/>
    <w:rsid w:val="00484515"/>
    <w:rsid w:val="004A24A0"/>
    <w:rsid w:val="004B72DC"/>
    <w:rsid w:val="004C4B5D"/>
    <w:rsid w:val="004D069B"/>
    <w:rsid w:val="004F7BC4"/>
    <w:rsid w:val="00515C2D"/>
    <w:rsid w:val="00526219"/>
    <w:rsid w:val="00531A5D"/>
    <w:rsid w:val="0054448C"/>
    <w:rsid w:val="00546EC4"/>
    <w:rsid w:val="00557CD4"/>
    <w:rsid w:val="0056180A"/>
    <w:rsid w:val="005654CB"/>
    <w:rsid w:val="005705F9"/>
    <w:rsid w:val="00585EC5"/>
    <w:rsid w:val="00594E89"/>
    <w:rsid w:val="005A16FB"/>
    <w:rsid w:val="005C02A0"/>
    <w:rsid w:val="005C51FD"/>
    <w:rsid w:val="005C54BD"/>
    <w:rsid w:val="005E3758"/>
    <w:rsid w:val="005E4540"/>
    <w:rsid w:val="005F3B3A"/>
    <w:rsid w:val="00604091"/>
    <w:rsid w:val="00605D1E"/>
    <w:rsid w:val="00625BC9"/>
    <w:rsid w:val="0062712F"/>
    <w:rsid w:val="0064532F"/>
    <w:rsid w:val="00652423"/>
    <w:rsid w:val="00654AC8"/>
    <w:rsid w:val="00662840"/>
    <w:rsid w:val="0068094D"/>
    <w:rsid w:val="0068104B"/>
    <w:rsid w:val="006965F5"/>
    <w:rsid w:val="006A7017"/>
    <w:rsid w:val="006B36EC"/>
    <w:rsid w:val="006C1E34"/>
    <w:rsid w:val="006D51C7"/>
    <w:rsid w:val="006D7B31"/>
    <w:rsid w:val="00704027"/>
    <w:rsid w:val="00713B83"/>
    <w:rsid w:val="007213D8"/>
    <w:rsid w:val="00723A83"/>
    <w:rsid w:val="00743C0E"/>
    <w:rsid w:val="00750939"/>
    <w:rsid w:val="007526ED"/>
    <w:rsid w:val="00755B70"/>
    <w:rsid w:val="007709B7"/>
    <w:rsid w:val="00773DE3"/>
    <w:rsid w:val="007A1059"/>
    <w:rsid w:val="007C1A7C"/>
    <w:rsid w:val="007C720D"/>
    <w:rsid w:val="007C79FD"/>
    <w:rsid w:val="007C7ECB"/>
    <w:rsid w:val="007D1E52"/>
    <w:rsid w:val="007E5881"/>
    <w:rsid w:val="00806410"/>
    <w:rsid w:val="00816040"/>
    <w:rsid w:val="00824679"/>
    <w:rsid w:val="00837808"/>
    <w:rsid w:val="00837AA9"/>
    <w:rsid w:val="00852689"/>
    <w:rsid w:val="00862452"/>
    <w:rsid w:val="008672FC"/>
    <w:rsid w:val="00877D8D"/>
    <w:rsid w:val="00881A10"/>
    <w:rsid w:val="008911F8"/>
    <w:rsid w:val="008B213F"/>
    <w:rsid w:val="008B2967"/>
    <w:rsid w:val="008B3B59"/>
    <w:rsid w:val="008B3D64"/>
    <w:rsid w:val="008B5951"/>
    <w:rsid w:val="008B6487"/>
    <w:rsid w:val="008E048A"/>
    <w:rsid w:val="008E789C"/>
    <w:rsid w:val="008F6868"/>
    <w:rsid w:val="00900996"/>
    <w:rsid w:val="00904699"/>
    <w:rsid w:val="00920D29"/>
    <w:rsid w:val="00946D07"/>
    <w:rsid w:val="009511B6"/>
    <w:rsid w:val="0095289F"/>
    <w:rsid w:val="009543C1"/>
    <w:rsid w:val="00971B0C"/>
    <w:rsid w:val="009720B3"/>
    <w:rsid w:val="0097548D"/>
    <w:rsid w:val="009837F9"/>
    <w:rsid w:val="00984B1B"/>
    <w:rsid w:val="009A6DAE"/>
    <w:rsid w:val="009C4CE0"/>
    <w:rsid w:val="009D5C0D"/>
    <w:rsid w:val="009D7369"/>
    <w:rsid w:val="009E41A0"/>
    <w:rsid w:val="009E45EE"/>
    <w:rsid w:val="00A01018"/>
    <w:rsid w:val="00A115D4"/>
    <w:rsid w:val="00A1347D"/>
    <w:rsid w:val="00A451ED"/>
    <w:rsid w:val="00A77FDB"/>
    <w:rsid w:val="00A902E7"/>
    <w:rsid w:val="00AA0981"/>
    <w:rsid w:val="00AA2656"/>
    <w:rsid w:val="00AA2FDD"/>
    <w:rsid w:val="00AB2000"/>
    <w:rsid w:val="00B03FCC"/>
    <w:rsid w:val="00B13E5D"/>
    <w:rsid w:val="00B249F7"/>
    <w:rsid w:val="00B44097"/>
    <w:rsid w:val="00B4526C"/>
    <w:rsid w:val="00B457C6"/>
    <w:rsid w:val="00B53A27"/>
    <w:rsid w:val="00B6532A"/>
    <w:rsid w:val="00B67014"/>
    <w:rsid w:val="00B723ED"/>
    <w:rsid w:val="00B8206F"/>
    <w:rsid w:val="00B86A9D"/>
    <w:rsid w:val="00B86DB5"/>
    <w:rsid w:val="00BA0C82"/>
    <w:rsid w:val="00BA3CB1"/>
    <w:rsid w:val="00BC26A3"/>
    <w:rsid w:val="00BC36D8"/>
    <w:rsid w:val="00BF7630"/>
    <w:rsid w:val="00BF76F4"/>
    <w:rsid w:val="00C16CDE"/>
    <w:rsid w:val="00C311FD"/>
    <w:rsid w:val="00C329CC"/>
    <w:rsid w:val="00C5692E"/>
    <w:rsid w:val="00C63CBD"/>
    <w:rsid w:val="00C71209"/>
    <w:rsid w:val="00C76287"/>
    <w:rsid w:val="00C80420"/>
    <w:rsid w:val="00C821D0"/>
    <w:rsid w:val="00C86A09"/>
    <w:rsid w:val="00C92622"/>
    <w:rsid w:val="00C975FF"/>
    <w:rsid w:val="00CB50CE"/>
    <w:rsid w:val="00CB6CF2"/>
    <w:rsid w:val="00CC7B81"/>
    <w:rsid w:val="00CD40DB"/>
    <w:rsid w:val="00CD6771"/>
    <w:rsid w:val="00CE79CE"/>
    <w:rsid w:val="00CF4561"/>
    <w:rsid w:val="00D1088E"/>
    <w:rsid w:val="00D30A30"/>
    <w:rsid w:val="00D313DA"/>
    <w:rsid w:val="00D33A2E"/>
    <w:rsid w:val="00D3644A"/>
    <w:rsid w:val="00D47A41"/>
    <w:rsid w:val="00D51445"/>
    <w:rsid w:val="00D57925"/>
    <w:rsid w:val="00D623BF"/>
    <w:rsid w:val="00D84B0F"/>
    <w:rsid w:val="00DA0484"/>
    <w:rsid w:val="00DB6B72"/>
    <w:rsid w:val="00DE798E"/>
    <w:rsid w:val="00E03934"/>
    <w:rsid w:val="00E05DF7"/>
    <w:rsid w:val="00E202AA"/>
    <w:rsid w:val="00E35D7C"/>
    <w:rsid w:val="00E46AA1"/>
    <w:rsid w:val="00E52C92"/>
    <w:rsid w:val="00E6696E"/>
    <w:rsid w:val="00E7258A"/>
    <w:rsid w:val="00E92AF3"/>
    <w:rsid w:val="00E93350"/>
    <w:rsid w:val="00E94DCA"/>
    <w:rsid w:val="00EB1614"/>
    <w:rsid w:val="00EB37DC"/>
    <w:rsid w:val="00EB4C52"/>
    <w:rsid w:val="00EE22BD"/>
    <w:rsid w:val="00EF7039"/>
    <w:rsid w:val="00F06E46"/>
    <w:rsid w:val="00F25F00"/>
    <w:rsid w:val="00F26FE8"/>
    <w:rsid w:val="00F352BA"/>
    <w:rsid w:val="00F36160"/>
    <w:rsid w:val="00F372F2"/>
    <w:rsid w:val="00F37E44"/>
    <w:rsid w:val="00F62782"/>
    <w:rsid w:val="00F639C6"/>
    <w:rsid w:val="00F7471E"/>
    <w:rsid w:val="00F758F0"/>
    <w:rsid w:val="00F76D12"/>
    <w:rsid w:val="00F9663E"/>
    <w:rsid w:val="00FA6923"/>
    <w:rsid w:val="00FA6DD8"/>
    <w:rsid w:val="00FB0B40"/>
    <w:rsid w:val="00FB219E"/>
    <w:rsid w:val="00FB56AE"/>
    <w:rsid w:val="00FC0BF8"/>
    <w:rsid w:val="00FC708B"/>
    <w:rsid w:val="00FD3A96"/>
    <w:rsid w:val="00FE5082"/>
    <w:rsid w:val="00FF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lbiala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biala@w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778FB-4C9B-4FA2-8330-170A078B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12</TotalTime>
  <Pages>6</Pages>
  <Words>2286</Words>
  <Characters>13717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15972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4</cp:revision>
  <cp:lastPrinted>2017-01-13T12:48:00Z</cp:lastPrinted>
  <dcterms:created xsi:type="dcterms:W3CDTF">2017-02-03T07:41:00Z</dcterms:created>
  <dcterms:modified xsi:type="dcterms:W3CDTF">2017-02-03T10:58:00Z</dcterms:modified>
</cp:coreProperties>
</file>